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BE88F" w14:textId="77777777" w:rsidR="000719CF" w:rsidRDefault="000719CF" w:rsidP="000719C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nr 7/2023</w:t>
      </w:r>
    </w:p>
    <w:p w14:paraId="66856F31" w14:textId="77777777" w:rsidR="000719CF" w:rsidRDefault="000719CF" w:rsidP="000719C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807A250" w14:textId="11F72BF0" w:rsidR="000719CF" w:rsidRDefault="000719CF" w:rsidP="000719C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ED442A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ED442A">
        <w:rPr>
          <w:rFonts w:ascii="Corbel" w:hAnsi="Corbel"/>
          <w:b/>
          <w:smallCaps/>
          <w:sz w:val="24"/>
          <w:szCs w:val="24"/>
        </w:rPr>
        <w:t>8</w:t>
      </w:r>
    </w:p>
    <w:p w14:paraId="47EAA609" w14:textId="77777777" w:rsidR="000719CF" w:rsidRDefault="000719CF" w:rsidP="000719CF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5C22BAB6" w14:textId="009E9B8A" w:rsidR="000719CF" w:rsidRPr="00EA4832" w:rsidRDefault="000719CF" w:rsidP="000719CF">
      <w:pPr>
        <w:spacing w:after="0" w:line="36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ED442A">
        <w:rPr>
          <w:rFonts w:ascii="Corbel" w:hAnsi="Corbel"/>
          <w:sz w:val="20"/>
          <w:szCs w:val="20"/>
        </w:rPr>
        <w:t>7</w:t>
      </w:r>
      <w:r>
        <w:rPr>
          <w:rFonts w:ascii="Corbel" w:hAnsi="Corbel"/>
          <w:sz w:val="20"/>
          <w:szCs w:val="20"/>
        </w:rPr>
        <w:t>/202</w:t>
      </w:r>
      <w:r w:rsidR="00ED442A">
        <w:rPr>
          <w:rFonts w:ascii="Corbel" w:hAnsi="Corbel"/>
          <w:sz w:val="20"/>
          <w:szCs w:val="20"/>
        </w:rPr>
        <w:t>8</w:t>
      </w:r>
    </w:p>
    <w:p w14:paraId="0C6E7FD4" w14:textId="77777777" w:rsidR="00064250" w:rsidRPr="009C54AE" w:rsidRDefault="00064250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064250" w:rsidRPr="009C54AE" w14:paraId="470D342B" w14:textId="77777777" w:rsidTr="00ED442A">
        <w:tc>
          <w:tcPr>
            <w:tcW w:w="2694" w:type="dxa"/>
            <w:vAlign w:val="center"/>
          </w:tcPr>
          <w:p w14:paraId="59701564" w14:textId="77777777" w:rsidR="00064250" w:rsidRPr="00020BC8" w:rsidRDefault="0006425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BC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2C99A4" w14:textId="77777777" w:rsidR="00064250" w:rsidRPr="009C54AE" w:rsidRDefault="00064250" w:rsidP="5BC3BEE5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5BC3BEE5">
              <w:rPr>
                <w:rFonts w:ascii="Corbel" w:hAnsi="Corbel"/>
                <w:bCs/>
                <w:sz w:val="24"/>
                <w:szCs w:val="24"/>
              </w:rPr>
              <w:t>Komunikowanie międzykulturowe</w:t>
            </w:r>
          </w:p>
        </w:tc>
      </w:tr>
      <w:tr w:rsidR="00064250" w:rsidRPr="009C54AE" w14:paraId="358D7C15" w14:textId="77777777" w:rsidTr="00ED442A">
        <w:tc>
          <w:tcPr>
            <w:tcW w:w="2694" w:type="dxa"/>
            <w:vAlign w:val="center"/>
          </w:tcPr>
          <w:p w14:paraId="4CA29152" w14:textId="77777777" w:rsidR="00064250" w:rsidRPr="00020BC8" w:rsidRDefault="0006425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BC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7C9C432" w14:textId="77777777" w:rsidR="00064250" w:rsidRPr="009C54AE" w:rsidRDefault="006368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MK_57</w:t>
            </w:r>
          </w:p>
        </w:tc>
      </w:tr>
      <w:tr w:rsidR="00ED442A" w:rsidRPr="009C54AE" w14:paraId="5C0172EC" w14:textId="77777777" w:rsidTr="00ED442A">
        <w:tc>
          <w:tcPr>
            <w:tcW w:w="2694" w:type="dxa"/>
            <w:vAlign w:val="center"/>
          </w:tcPr>
          <w:p w14:paraId="249A5C16" w14:textId="77777777" w:rsidR="00ED442A" w:rsidRPr="00020BC8" w:rsidRDefault="00ED442A" w:rsidP="00ED442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20BC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14:paraId="7E3E3000" w14:textId="60C2ED0C" w:rsidR="00ED442A" w:rsidRPr="00ED442A" w:rsidRDefault="00ED442A" w:rsidP="00ED44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D442A">
              <w:rPr>
                <w:rFonts w:ascii="Corbel" w:hAnsi="Corbel"/>
                <w:b w:val="0"/>
                <w:bCs/>
                <w:sz w:val="24"/>
                <w:szCs w:val="24"/>
              </w:rPr>
              <w:t>Wydział Nauk Społecznych</w:t>
            </w:r>
          </w:p>
        </w:tc>
      </w:tr>
      <w:tr w:rsidR="00ED442A" w:rsidRPr="009C54AE" w14:paraId="4FEDF307" w14:textId="77777777" w:rsidTr="00ED442A">
        <w:tc>
          <w:tcPr>
            <w:tcW w:w="2694" w:type="dxa"/>
            <w:vAlign w:val="center"/>
          </w:tcPr>
          <w:p w14:paraId="0A39E105" w14:textId="77777777" w:rsidR="00ED442A" w:rsidRPr="00020BC8" w:rsidRDefault="00ED442A" w:rsidP="00ED44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BC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56BCBDC3" w14:textId="521E0D0B" w:rsidR="00ED442A" w:rsidRPr="00ED442A" w:rsidRDefault="00ED442A" w:rsidP="00ED44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D442A">
              <w:rPr>
                <w:rFonts w:ascii="Corbel" w:hAnsi="Corbel"/>
                <w:b w:val="0"/>
                <w:bCs/>
                <w:sz w:val="24"/>
                <w:szCs w:val="24"/>
              </w:rPr>
              <w:t>Instytut Nauk o Polityce i Bezpieczeństwie</w:t>
            </w:r>
          </w:p>
        </w:tc>
      </w:tr>
      <w:tr w:rsidR="00064250" w:rsidRPr="009C54AE" w14:paraId="58415E7B" w14:textId="77777777" w:rsidTr="00ED442A">
        <w:tc>
          <w:tcPr>
            <w:tcW w:w="2694" w:type="dxa"/>
            <w:vAlign w:val="center"/>
          </w:tcPr>
          <w:p w14:paraId="4B835047" w14:textId="77777777" w:rsidR="00064250" w:rsidRPr="00020BC8" w:rsidRDefault="0006425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BC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064250" w:rsidRPr="009C54AE" w:rsidRDefault="000642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064250" w:rsidRPr="009C54AE" w14:paraId="2334054F" w14:textId="77777777" w:rsidTr="00ED442A">
        <w:tc>
          <w:tcPr>
            <w:tcW w:w="2694" w:type="dxa"/>
            <w:vAlign w:val="center"/>
          </w:tcPr>
          <w:p w14:paraId="448A1CED" w14:textId="77777777" w:rsidR="00064250" w:rsidRPr="00020BC8" w:rsidRDefault="0006425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BC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3B687EC" w14:textId="77777777" w:rsidR="00064250" w:rsidRPr="009C54AE" w:rsidRDefault="000642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064250" w:rsidRPr="009C54AE" w14:paraId="020B26A7" w14:textId="77777777" w:rsidTr="00ED442A">
        <w:tc>
          <w:tcPr>
            <w:tcW w:w="2694" w:type="dxa"/>
            <w:vAlign w:val="center"/>
          </w:tcPr>
          <w:p w14:paraId="04C0481C" w14:textId="77777777" w:rsidR="00064250" w:rsidRPr="00020BC8" w:rsidRDefault="0006425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BC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064250" w:rsidRPr="009C54AE" w:rsidRDefault="006368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064250" w:rsidRPr="009C54AE" w14:paraId="5B469018" w14:textId="77777777" w:rsidTr="00ED442A">
        <w:tc>
          <w:tcPr>
            <w:tcW w:w="2694" w:type="dxa"/>
            <w:vAlign w:val="center"/>
          </w:tcPr>
          <w:p w14:paraId="7C3992E0" w14:textId="77777777" w:rsidR="00064250" w:rsidRPr="00020BC8" w:rsidRDefault="0006425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BC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440E62" w14:textId="7252425A" w:rsidR="00064250" w:rsidRPr="009C54AE" w:rsidRDefault="4D4EBE2D" w:rsidP="5BC3BE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BC3BEE5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3683F" w:rsidRPr="5BC3BEE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64250" w:rsidRPr="009C54AE" w14:paraId="6CE23FC5" w14:textId="77777777" w:rsidTr="00ED442A">
        <w:tc>
          <w:tcPr>
            <w:tcW w:w="2694" w:type="dxa"/>
            <w:vAlign w:val="center"/>
          </w:tcPr>
          <w:p w14:paraId="47AAF248" w14:textId="77777777" w:rsidR="00064250" w:rsidRPr="00020BC8" w:rsidRDefault="0006425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BC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4FCA9DF" w14:textId="17E7DFB4" w:rsidR="00064250" w:rsidRPr="009C54AE" w:rsidRDefault="00064250" w:rsidP="5BC3BE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BC3BEE5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77BC4483" w:rsidRPr="5BC3BEE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5BC3BEE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65D2331E" w:rsidRPr="5BC3BEE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5BC3BEE5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064250" w:rsidRPr="009C54AE" w14:paraId="1F36C07E" w14:textId="77777777" w:rsidTr="00ED442A">
        <w:tc>
          <w:tcPr>
            <w:tcW w:w="2694" w:type="dxa"/>
            <w:vAlign w:val="center"/>
          </w:tcPr>
          <w:p w14:paraId="5863A118" w14:textId="77777777" w:rsidR="00064250" w:rsidRPr="00020BC8" w:rsidRDefault="0006425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BC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16EA4C" w14:textId="77777777" w:rsidR="00064250" w:rsidRPr="009C54AE" w:rsidRDefault="006368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064250" w:rsidRPr="009C54AE" w14:paraId="2786482B" w14:textId="77777777" w:rsidTr="00ED442A">
        <w:tc>
          <w:tcPr>
            <w:tcW w:w="2694" w:type="dxa"/>
            <w:vAlign w:val="center"/>
          </w:tcPr>
          <w:p w14:paraId="13A990D4" w14:textId="77777777" w:rsidR="00064250" w:rsidRPr="00020BC8" w:rsidRDefault="0006425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BC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064250" w:rsidRPr="009C54AE" w:rsidRDefault="000642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64250" w:rsidRPr="009C54AE" w14:paraId="6E7E6546" w14:textId="77777777" w:rsidTr="00ED442A">
        <w:tc>
          <w:tcPr>
            <w:tcW w:w="2694" w:type="dxa"/>
            <w:vAlign w:val="center"/>
          </w:tcPr>
          <w:p w14:paraId="69C2AF6E" w14:textId="77777777" w:rsidR="00064250" w:rsidRPr="00020BC8" w:rsidRDefault="0006425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BC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7D6BAA" w14:textId="77777777" w:rsidR="00064250" w:rsidRPr="009C54AE" w:rsidRDefault="006368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Zofia Sawicka</w:t>
            </w:r>
          </w:p>
        </w:tc>
      </w:tr>
      <w:tr w:rsidR="00064250" w:rsidRPr="009C54AE" w14:paraId="726E33C9" w14:textId="77777777" w:rsidTr="00ED442A">
        <w:tc>
          <w:tcPr>
            <w:tcW w:w="2694" w:type="dxa"/>
            <w:vAlign w:val="center"/>
          </w:tcPr>
          <w:p w14:paraId="471FE442" w14:textId="77777777" w:rsidR="00064250" w:rsidRPr="00020BC8" w:rsidRDefault="0006425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0BC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C6BFEA2" w14:textId="77777777" w:rsidR="00064250" w:rsidRPr="009C54AE" w:rsidRDefault="006368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Zofia Sawicka</w:t>
            </w:r>
          </w:p>
        </w:tc>
      </w:tr>
    </w:tbl>
    <w:p w14:paraId="57A64E18" w14:textId="77777777" w:rsidR="00064250" w:rsidRPr="009C54AE" w:rsidRDefault="00064250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72A6659" w14:textId="77777777" w:rsidR="00064250" w:rsidRPr="009C54AE" w:rsidRDefault="00064250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064250" w:rsidRPr="009C54AE" w:rsidRDefault="00064250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A37501D" w14:textId="77777777" w:rsidR="00064250" w:rsidRPr="009C54AE" w:rsidRDefault="00064250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85"/>
        <w:gridCol w:w="900"/>
        <w:gridCol w:w="665"/>
        <w:gridCol w:w="1020"/>
        <w:gridCol w:w="720"/>
        <w:gridCol w:w="825"/>
        <w:gridCol w:w="671"/>
        <w:gridCol w:w="948"/>
        <w:gridCol w:w="1189"/>
        <w:gridCol w:w="1505"/>
      </w:tblGrid>
      <w:tr w:rsidR="00064250" w:rsidRPr="009C54AE" w14:paraId="4A00F406" w14:textId="77777777" w:rsidTr="5BC3BEE5">
        <w:tc>
          <w:tcPr>
            <w:tcW w:w="1185" w:type="dxa"/>
          </w:tcPr>
          <w:p w14:paraId="493A0CA5" w14:textId="77777777" w:rsidR="00064250" w:rsidRPr="00020BC8" w:rsidRDefault="0006425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20BC8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64C63F33" w14:textId="77777777" w:rsidR="00064250" w:rsidRPr="00020BC8" w:rsidRDefault="0006425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20BC8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00" w:type="dxa"/>
            <w:vAlign w:val="center"/>
          </w:tcPr>
          <w:p w14:paraId="3860AB22" w14:textId="77777777" w:rsidR="00064250" w:rsidRPr="00020BC8" w:rsidRDefault="0006425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20BC8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020BC8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665" w:type="dxa"/>
            <w:vAlign w:val="center"/>
          </w:tcPr>
          <w:p w14:paraId="646F369B" w14:textId="77777777" w:rsidR="00064250" w:rsidRPr="00020BC8" w:rsidRDefault="0006425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20BC8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1020" w:type="dxa"/>
            <w:vAlign w:val="center"/>
          </w:tcPr>
          <w:p w14:paraId="409DDADA" w14:textId="77777777" w:rsidR="00064250" w:rsidRPr="00020BC8" w:rsidRDefault="0006425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20BC8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020BC8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20" w:type="dxa"/>
            <w:vAlign w:val="center"/>
          </w:tcPr>
          <w:p w14:paraId="0AB6E05A" w14:textId="77777777" w:rsidR="00064250" w:rsidRPr="00020BC8" w:rsidRDefault="0006425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20BC8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5" w:type="dxa"/>
            <w:vAlign w:val="center"/>
          </w:tcPr>
          <w:p w14:paraId="0B273B9D" w14:textId="77777777" w:rsidR="00064250" w:rsidRPr="00020BC8" w:rsidRDefault="0006425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20BC8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020BC8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671" w:type="dxa"/>
            <w:vAlign w:val="center"/>
          </w:tcPr>
          <w:p w14:paraId="63A8E3D2" w14:textId="77777777" w:rsidR="00064250" w:rsidRPr="00020BC8" w:rsidRDefault="0006425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20BC8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8" w:type="dxa"/>
            <w:vAlign w:val="center"/>
          </w:tcPr>
          <w:p w14:paraId="69FA399F" w14:textId="77777777" w:rsidR="00064250" w:rsidRPr="00020BC8" w:rsidRDefault="0006425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20BC8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020BC8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189" w:type="dxa"/>
            <w:vAlign w:val="center"/>
          </w:tcPr>
          <w:p w14:paraId="5B5B1B43" w14:textId="77777777" w:rsidR="00064250" w:rsidRPr="00020BC8" w:rsidRDefault="0006425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20BC8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05" w:type="dxa"/>
            <w:vAlign w:val="center"/>
          </w:tcPr>
          <w:p w14:paraId="7474E17E" w14:textId="77777777" w:rsidR="00064250" w:rsidRPr="00020BC8" w:rsidRDefault="0006425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020BC8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064250" w:rsidRPr="009C54AE" w14:paraId="7119F38F" w14:textId="77777777" w:rsidTr="5BC3BEE5">
        <w:trPr>
          <w:trHeight w:val="453"/>
        </w:trPr>
        <w:tc>
          <w:tcPr>
            <w:tcW w:w="1185" w:type="dxa"/>
          </w:tcPr>
          <w:p w14:paraId="3696C343" w14:textId="77777777" w:rsidR="00064250" w:rsidRPr="009C54AE" w:rsidRDefault="000642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00" w:type="dxa"/>
            <w:vAlign w:val="center"/>
          </w:tcPr>
          <w:p w14:paraId="5DAB6C7B" w14:textId="77777777" w:rsidR="00064250" w:rsidRPr="009C54AE" w:rsidRDefault="000642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65" w:type="dxa"/>
            <w:vAlign w:val="center"/>
          </w:tcPr>
          <w:p w14:paraId="02EB378F" w14:textId="77777777" w:rsidR="00064250" w:rsidRPr="009C54AE" w:rsidRDefault="000642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14:paraId="219897CE" w14:textId="3B24D2F5" w:rsidR="00064250" w:rsidRPr="009C54AE" w:rsidRDefault="5F020D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BC3BEE5">
              <w:rPr>
                <w:rFonts w:ascii="Corbel" w:hAnsi="Corbel"/>
                <w:sz w:val="24"/>
                <w:szCs w:val="24"/>
              </w:rPr>
              <w:t>2</w:t>
            </w:r>
            <w:r w:rsidR="00064250" w:rsidRPr="5BC3BEE5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20" w:type="dxa"/>
            <w:vAlign w:val="center"/>
          </w:tcPr>
          <w:p w14:paraId="6A05A809" w14:textId="77777777" w:rsidR="00064250" w:rsidRPr="009C54AE" w:rsidRDefault="000642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 w14:paraId="5A39BBE3" w14:textId="77777777" w:rsidR="00064250" w:rsidRPr="009C54AE" w:rsidRDefault="000642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71" w:type="dxa"/>
            <w:vAlign w:val="center"/>
          </w:tcPr>
          <w:p w14:paraId="41C8F396" w14:textId="77777777" w:rsidR="00064250" w:rsidRPr="009C54AE" w:rsidRDefault="000642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72A3D3EC" w14:textId="77777777" w:rsidR="00064250" w:rsidRPr="009C54AE" w:rsidRDefault="000642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14:paraId="0D0B940D" w14:textId="77777777" w:rsidR="00064250" w:rsidRPr="009C54AE" w:rsidRDefault="000642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14:paraId="5FCD5EC4" w14:textId="77777777" w:rsidR="00064250" w:rsidRPr="009C54AE" w:rsidRDefault="000642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299C43A" w14:textId="77777777" w:rsidR="00064250" w:rsidRPr="009C54AE" w:rsidRDefault="00064250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064250" w:rsidRPr="009C54AE" w:rsidRDefault="0006425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1988DE1" w14:textId="0B498D13" w:rsidR="00064250" w:rsidRPr="009C54AE" w:rsidRDefault="72EBB50A" w:rsidP="5BC3BEE5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5BC3BEE5">
        <w:rPr>
          <w:rFonts w:ascii="MS Gothic" w:eastAsia="MS Gothic" w:hAnsi="MS Gothic" w:cs="MS Gothic"/>
          <w:b w:val="0"/>
        </w:rPr>
        <w:t xml:space="preserve"> </w:t>
      </w:r>
      <w:r w:rsidR="00064250" w:rsidRPr="5BC3BEE5">
        <w:rPr>
          <w:rFonts w:ascii="MS Gothic" w:eastAsia="MS Gothic" w:hAnsi="MS Gothic" w:cs="MS Gothic"/>
          <w:b w:val="0"/>
        </w:rPr>
        <w:t>x</w:t>
      </w:r>
      <w:r w:rsidR="00064250" w:rsidRPr="5BC3BEE5">
        <w:rPr>
          <w:rFonts w:ascii="Corbel" w:hAnsi="Corbel"/>
          <w:b w:val="0"/>
          <w:smallCaps w:val="0"/>
        </w:rPr>
        <w:t xml:space="preserve"> zajęcia w formie tradycyjnej </w:t>
      </w:r>
    </w:p>
    <w:p w14:paraId="386692D9" w14:textId="77777777" w:rsidR="00064250" w:rsidRPr="009C54AE" w:rsidRDefault="0006425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DDBEF00" w14:textId="77777777" w:rsidR="00064250" w:rsidRPr="009C54AE" w:rsidRDefault="0006425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064250" w:rsidRPr="009C54AE" w:rsidRDefault="00064250" w:rsidP="1251902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2519023">
        <w:rPr>
          <w:rFonts w:ascii="Corbel" w:hAnsi="Corbel"/>
          <w:smallCaps w:val="0"/>
        </w:rPr>
        <w:t xml:space="preserve">1.3 </w:t>
      </w:r>
      <w:r>
        <w:tab/>
      </w:r>
      <w:r w:rsidRPr="12519023">
        <w:rPr>
          <w:rFonts w:ascii="Corbel" w:hAnsi="Corbel"/>
          <w:smallCaps w:val="0"/>
        </w:rPr>
        <w:t xml:space="preserve">Forma zaliczenia przedmiotu  (z toku) </w:t>
      </w:r>
      <w:r w:rsidRPr="12519023">
        <w:rPr>
          <w:rFonts w:ascii="Corbel" w:hAnsi="Corbel"/>
          <w:b w:val="0"/>
          <w:smallCaps w:val="0"/>
        </w:rPr>
        <w:t xml:space="preserve">(egzamin, </w:t>
      </w:r>
      <w:r w:rsidRPr="12519023">
        <w:rPr>
          <w:rFonts w:ascii="Corbel" w:hAnsi="Corbel"/>
          <w:bCs/>
          <w:smallCaps w:val="0"/>
          <w:u w:val="single"/>
        </w:rPr>
        <w:t>zaliczenie z oceną</w:t>
      </w:r>
      <w:r w:rsidRPr="12519023">
        <w:rPr>
          <w:rFonts w:ascii="Corbel" w:hAnsi="Corbel"/>
          <w:b w:val="0"/>
          <w:smallCaps w:val="0"/>
        </w:rPr>
        <w:t>, zaliczenie bez oceny)</w:t>
      </w:r>
    </w:p>
    <w:p w14:paraId="3CF2D8B6" w14:textId="77777777" w:rsidR="00064250" w:rsidRDefault="000642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064250" w:rsidRPr="009C54AE" w:rsidRDefault="00064250" w:rsidP="009C54AE">
      <w:pPr>
        <w:pStyle w:val="Punktygwne"/>
        <w:spacing w:before="0" w:after="0"/>
        <w:rPr>
          <w:rFonts w:ascii="Corbel" w:hAnsi="Corbel"/>
          <w:szCs w:val="24"/>
        </w:rPr>
      </w:pPr>
      <w:r w:rsidRPr="5BC3BEE5">
        <w:rPr>
          <w:rFonts w:ascii="Corbel" w:hAnsi="Corbel"/>
        </w:rPr>
        <w:t xml:space="preserve">2.Wymagania wstępne </w:t>
      </w:r>
    </w:p>
    <w:p w14:paraId="4907F98E" w14:textId="636BA05A" w:rsidR="5BC3BEE5" w:rsidRDefault="5BC3BEE5" w:rsidP="5BC3BEE5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064250" w:rsidRPr="009C54AE" w14:paraId="6DD1B76A" w14:textId="77777777" w:rsidTr="5BC3BEE5">
        <w:tc>
          <w:tcPr>
            <w:tcW w:w="9670" w:type="dxa"/>
          </w:tcPr>
          <w:p w14:paraId="0FB78278" w14:textId="6AA9CC93" w:rsidR="00064250" w:rsidRPr="009C54AE" w:rsidRDefault="00064250" w:rsidP="5BC3BEE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5BC3BEE5">
              <w:rPr>
                <w:rFonts w:ascii="Corbel" w:hAnsi="Corbel"/>
                <w:b w:val="0"/>
                <w:smallCaps w:val="0"/>
                <w:color w:val="000000" w:themeColor="text1"/>
              </w:rPr>
              <w:t>brak</w:t>
            </w:r>
          </w:p>
        </w:tc>
      </w:tr>
    </w:tbl>
    <w:p w14:paraId="1FC39945" w14:textId="77777777" w:rsidR="00064250" w:rsidRDefault="0006425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EC3F9E" w14:textId="3637B32B" w:rsidR="5BC3BEE5" w:rsidRDefault="5BC3BEE5" w:rsidP="5BC3BEE5">
      <w:pPr>
        <w:pStyle w:val="Punktygwne"/>
        <w:spacing w:before="0" w:after="0"/>
        <w:rPr>
          <w:rFonts w:ascii="Corbel" w:hAnsi="Corbel"/>
        </w:rPr>
      </w:pPr>
    </w:p>
    <w:p w14:paraId="7157CA2D" w14:textId="4A322581" w:rsidR="5BC3BEE5" w:rsidRDefault="5BC3BEE5" w:rsidP="5BC3BEE5">
      <w:pPr>
        <w:pStyle w:val="Punktygwne"/>
        <w:spacing w:before="0" w:after="0"/>
        <w:rPr>
          <w:rFonts w:ascii="Corbel" w:hAnsi="Corbel"/>
        </w:rPr>
      </w:pPr>
    </w:p>
    <w:p w14:paraId="49648A7C" w14:textId="6A739ED0" w:rsidR="5BC3BEE5" w:rsidRDefault="5BC3BEE5" w:rsidP="5BC3BEE5">
      <w:pPr>
        <w:pStyle w:val="Punktygwne"/>
        <w:spacing w:before="0" w:after="0"/>
        <w:rPr>
          <w:rFonts w:ascii="Corbel" w:hAnsi="Corbel"/>
        </w:rPr>
      </w:pPr>
    </w:p>
    <w:p w14:paraId="7CB8C053" w14:textId="28E5B60A" w:rsidR="5BC3BEE5" w:rsidRDefault="5BC3BEE5" w:rsidP="5BC3BEE5">
      <w:pPr>
        <w:pStyle w:val="Punktygwne"/>
        <w:spacing w:before="0" w:after="0"/>
        <w:rPr>
          <w:rFonts w:ascii="Corbel" w:hAnsi="Corbel"/>
        </w:rPr>
      </w:pPr>
    </w:p>
    <w:p w14:paraId="7DB6D4EE" w14:textId="77777777" w:rsidR="00064250" w:rsidRPr="00C05F44" w:rsidRDefault="00064250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562CB0E" w14:textId="77777777" w:rsidR="00064250" w:rsidRPr="00C05F44" w:rsidRDefault="0006425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064250" w:rsidRDefault="00064250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4CE0A41" w14:textId="77777777" w:rsidR="00064250" w:rsidRPr="009C54AE" w:rsidRDefault="00064250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0"/>
        <w:gridCol w:w="8740"/>
      </w:tblGrid>
      <w:tr w:rsidR="00064250" w:rsidRPr="009C54AE" w14:paraId="34BA86DD" w14:textId="77777777" w:rsidTr="5BC3BEE5">
        <w:trPr>
          <w:trHeight w:val="435"/>
        </w:trPr>
        <w:tc>
          <w:tcPr>
            <w:tcW w:w="780" w:type="dxa"/>
            <w:vAlign w:val="center"/>
          </w:tcPr>
          <w:p w14:paraId="5372B5A4" w14:textId="77777777" w:rsidR="00064250" w:rsidRPr="00020BC8" w:rsidRDefault="000642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20BC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40" w:type="dxa"/>
            <w:vAlign w:val="center"/>
          </w:tcPr>
          <w:p w14:paraId="644AA7C9" w14:textId="77777777" w:rsidR="00064250" w:rsidRPr="00717F76" w:rsidRDefault="00064250" w:rsidP="00717F76">
            <w:pPr>
              <w:pStyle w:val="NormalnyWeb"/>
              <w:spacing w:after="90"/>
              <w:rPr>
                <w:rFonts w:ascii="Corbel" w:hAnsi="Corbel"/>
                <w:bCs/>
              </w:rPr>
            </w:pPr>
            <w:r w:rsidRPr="00844231">
              <w:rPr>
                <w:rFonts w:ascii="Corbel" w:hAnsi="Corbel"/>
                <w:bCs/>
              </w:rPr>
              <w:t>Kształtowanie kompetencji w zakresie komunikacji międzykulturowej</w:t>
            </w:r>
          </w:p>
        </w:tc>
      </w:tr>
      <w:tr w:rsidR="00064250" w:rsidRPr="009C54AE" w14:paraId="6C883E91" w14:textId="77777777" w:rsidTr="5BC3BEE5">
        <w:tc>
          <w:tcPr>
            <w:tcW w:w="780" w:type="dxa"/>
            <w:vAlign w:val="center"/>
          </w:tcPr>
          <w:p w14:paraId="550CF7E8" w14:textId="77777777" w:rsidR="00064250" w:rsidRPr="00020BC8" w:rsidRDefault="000642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40" w:type="dxa"/>
            <w:vAlign w:val="center"/>
          </w:tcPr>
          <w:p w14:paraId="6708983A" w14:textId="77777777" w:rsidR="00064250" w:rsidRPr="00020BC8" w:rsidRDefault="000642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podstawowych pojęć z zakresu komunikowania międzykulturowego</w:t>
            </w:r>
          </w:p>
        </w:tc>
      </w:tr>
      <w:tr w:rsidR="00064250" w:rsidRPr="009C54AE" w14:paraId="09666E2F" w14:textId="77777777" w:rsidTr="5BC3BEE5">
        <w:tc>
          <w:tcPr>
            <w:tcW w:w="780" w:type="dxa"/>
            <w:vAlign w:val="center"/>
          </w:tcPr>
          <w:p w14:paraId="53C0B3C4" w14:textId="77777777" w:rsidR="00064250" w:rsidRPr="00020BC8" w:rsidRDefault="000642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740" w:type="dxa"/>
            <w:vAlign w:val="center"/>
          </w:tcPr>
          <w:p w14:paraId="0E48F032" w14:textId="77777777" w:rsidR="00064250" w:rsidRPr="00020BC8" w:rsidRDefault="00064250" w:rsidP="5BC3BEE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8"/>
                <w:szCs w:val="28"/>
              </w:rPr>
            </w:pPr>
            <w:r w:rsidRPr="5BC3BEE5">
              <w:rPr>
                <w:rFonts w:ascii="Corbel" w:hAnsi="Corbel"/>
                <w:b w:val="0"/>
                <w:sz w:val="24"/>
                <w:szCs w:val="24"/>
              </w:rPr>
              <w:t xml:space="preserve">Zdobycie </w:t>
            </w:r>
            <w:r w:rsidRPr="5BC3BEE5">
              <w:rPr>
                <w:rFonts w:ascii="Corbel" w:hAnsi="Corbel"/>
                <w:sz w:val="24"/>
                <w:szCs w:val="24"/>
              </w:rPr>
              <w:t xml:space="preserve"> </w:t>
            </w:r>
            <w:r w:rsidRPr="5BC3BEE5">
              <w:rPr>
                <w:rFonts w:ascii="Corbel" w:hAnsi="Corbel"/>
                <w:b w:val="0"/>
                <w:sz w:val="24"/>
                <w:szCs w:val="24"/>
              </w:rPr>
              <w:t>wiedzy na temat kulturowych podstaw ludzkich zachowań</w:t>
            </w:r>
          </w:p>
        </w:tc>
      </w:tr>
    </w:tbl>
    <w:p w14:paraId="62EBF3C5" w14:textId="77777777" w:rsidR="00064250" w:rsidRPr="009C54AE" w:rsidRDefault="00064250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A631E9D" w14:textId="1329E89F" w:rsidR="00064250" w:rsidRPr="009C54AE" w:rsidRDefault="00064250" w:rsidP="5BC3BEE5">
      <w:pPr>
        <w:pStyle w:val="Nagwek2"/>
        <w:ind w:left="360"/>
        <w:rPr>
          <w:rFonts w:ascii="Corbel" w:eastAsia="Corbel" w:hAnsi="Corbel" w:cs="Corbel"/>
          <w:i w:val="0"/>
          <w:iCs w:val="0"/>
          <w:sz w:val="24"/>
          <w:szCs w:val="24"/>
        </w:rPr>
      </w:pPr>
      <w:r w:rsidRPr="5BC3BEE5">
        <w:rPr>
          <w:rFonts w:ascii="Corbel" w:eastAsia="Corbel" w:hAnsi="Corbel" w:cs="Corbel"/>
          <w:i w:val="0"/>
          <w:iCs w:val="0"/>
          <w:sz w:val="24"/>
          <w:szCs w:val="24"/>
        </w:rPr>
        <w:t>3.2</w:t>
      </w:r>
      <w:r w:rsidR="141D7494" w:rsidRPr="5BC3BEE5">
        <w:rPr>
          <w:rFonts w:ascii="Corbel" w:eastAsia="Corbel" w:hAnsi="Corbel" w:cs="Corbel"/>
          <w:i w:val="0"/>
          <w:iCs w:val="0"/>
          <w:sz w:val="24"/>
          <w:szCs w:val="24"/>
        </w:rPr>
        <w:t xml:space="preserve"> </w:t>
      </w:r>
      <w:r w:rsidRPr="5BC3BEE5">
        <w:rPr>
          <w:rFonts w:ascii="Corbel" w:eastAsia="Corbel" w:hAnsi="Corbel" w:cs="Corbel"/>
          <w:i w:val="0"/>
          <w:iCs w:val="0"/>
          <w:sz w:val="24"/>
          <w:szCs w:val="24"/>
        </w:rPr>
        <w:t xml:space="preserve">Efekty uczenia się dla przedmiotu </w:t>
      </w:r>
    </w:p>
    <w:p w14:paraId="6D98A12B" w14:textId="77777777" w:rsidR="00064250" w:rsidRPr="009C54AE" w:rsidRDefault="0006425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0"/>
        <w:gridCol w:w="5975"/>
        <w:gridCol w:w="1865"/>
      </w:tblGrid>
      <w:tr w:rsidR="00064250" w:rsidRPr="009C54AE" w14:paraId="61F38664" w14:textId="77777777" w:rsidTr="5BC3BEE5">
        <w:tc>
          <w:tcPr>
            <w:tcW w:w="1701" w:type="dxa"/>
            <w:vAlign w:val="center"/>
          </w:tcPr>
          <w:p w14:paraId="41C145ED" w14:textId="77777777" w:rsidR="00064250" w:rsidRPr="009C54AE" w:rsidRDefault="0006425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064250" w:rsidRPr="009C54AE" w:rsidRDefault="0006425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064250" w:rsidRPr="009C54AE" w:rsidRDefault="0006425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64250" w:rsidRPr="009C54AE" w14:paraId="78493280" w14:textId="77777777" w:rsidTr="5BC3BEE5">
        <w:tc>
          <w:tcPr>
            <w:tcW w:w="1701" w:type="dxa"/>
          </w:tcPr>
          <w:p w14:paraId="4FCA5964" w14:textId="77777777" w:rsidR="00064250" w:rsidRPr="009C54AE" w:rsidRDefault="000642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917B2DB" w14:textId="77777777" w:rsidR="00064250" w:rsidRPr="00717F76" w:rsidRDefault="00064250" w:rsidP="5BC3BE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C3BEE5">
              <w:rPr>
                <w:rFonts w:ascii="Corbel" w:hAnsi="Corbel"/>
                <w:b w:val="0"/>
                <w:smallCaps w:val="0"/>
              </w:rPr>
              <w:t>Student zna oraz potrafi zdefiniować podstawowe pojęcia oraz procesy z zakresu komunikacji międzykulturowej oraz rozumie jej wpływ na stosunki międzynarodowe</w:t>
            </w:r>
          </w:p>
        </w:tc>
        <w:tc>
          <w:tcPr>
            <w:tcW w:w="1873" w:type="dxa"/>
          </w:tcPr>
          <w:p w14:paraId="269F5E8A" w14:textId="7E974546" w:rsidR="00064250" w:rsidRPr="009C54AE" w:rsidRDefault="00064250" w:rsidP="5BC3BE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BC3BEE5">
              <w:rPr>
                <w:rFonts w:ascii="Corbel" w:hAnsi="Corbel"/>
                <w:b w:val="0"/>
                <w:smallCaps w:val="0"/>
              </w:rPr>
              <w:t>K</w:t>
            </w:r>
            <w:r w:rsidR="64EDB8AD" w:rsidRPr="5BC3BEE5">
              <w:rPr>
                <w:rFonts w:ascii="Corbel" w:hAnsi="Corbel"/>
                <w:b w:val="0"/>
                <w:smallCaps w:val="0"/>
              </w:rPr>
              <w:t>_</w:t>
            </w:r>
            <w:r w:rsidRPr="5BC3BEE5">
              <w:rPr>
                <w:rFonts w:ascii="Corbel" w:hAnsi="Corbel"/>
                <w:b w:val="0"/>
                <w:smallCaps w:val="0"/>
              </w:rPr>
              <w:t>W03</w:t>
            </w:r>
          </w:p>
        </w:tc>
      </w:tr>
      <w:tr w:rsidR="00064250" w:rsidRPr="009C54AE" w14:paraId="6E3A3F84" w14:textId="77777777" w:rsidTr="5BC3BEE5">
        <w:tc>
          <w:tcPr>
            <w:tcW w:w="1701" w:type="dxa"/>
          </w:tcPr>
          <w:p w14:paraId="56A76B19" w14:textId="77777777" w:rsidR="00064250" w:rsidRPr="009C54AE" w:rsidRDefault="000642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AB4D351" w14:textId="77777777" w:rsidR="00064250" w:rsidRPr="00717F76" w:rsidRDefault="00064250" w:rsidP="5BC3BEE5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C3BEE5">
              <w:rPr>
                <w:rFonts w:ascii="Corbel" w:hAnsi="Corbel"/>
                <w:b w:val="0"/>
                <w:smallCaps w:val="0"/>
              </w:rPr>
              <w:t>Rozpoznaje różnice międzykulturowe i analizuje ich wpływu na procesy międzynarodowe</w:t>
            </w:r>
          </w:p>
        </w:tc>
        <w:tc>
          <w:tcPr>
            <w:tcW w:w="1873" w:type="dxa"/>
          </w:tcPr>
          <w:p w14:paraId="350FED23" w14:textId="1CDCD3BA" w:rsidR="00064250" w:rsidRPr="009C54AE" w:rsidRDefault="00064250" w:rsidP="5BC3BE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BC3BEE5">
              <w:rPr>
                <w:rFonts w:ascii="Corbel" w:hAnsi="Corbel"/>
                <w:b w:val="0"/>
                <w:smallCaps w:val="0"/>
              </w:rPr>
              <w:t>K</w:t>
            </w:r>
            <w:r w:rsidR="3D40334C" w:rsidRPr="5BC3BEE5">
              <w:rPr>
                <w:rFonts w:ascii="Corbel" w:hAnsi="Corbel"/>
                <w:b w:val="0"/>
                <w:smallCaps w:val="0"/>
              </w:rPr>
              <w:t>_</w:t>
            </w:r>
            <w:r w:rsidRPr="5BC3BEE5">
              <w:rPr>
                <w:rFonts w:ascii="Corbel" w:hAnsi="Corbel"/>
                <w:b w:val="0"/>
                <w:smallCaps w:val="0"/>
              </w:rPr>
              <w:t>U01</w:t>
            </w:r>
          </w:p>
        </w:tc>
      </w:tr>
      <w:tr w:rsidR="00064250" w:rsidRPr="009C54AE" w14:paraId="03C5F710" w14:textId="77777777" w:rsidTr="5BC3BEE5">
        <w:tc>
          <w:tcPr>
            <w:tcW w:w="1701" w:type="dxa"/>
          </w:tcPr>
          <w:p w14:paraId="41960800" w14:textId="77777777" w:rsidR="00064250" w:rsidRPr="009C54AE" w:rsidRDefault="000642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BEFFC84" w14:textId="77777777" w:rsidR="00064250" w:rsidRPr="009C54AE" w:rsidRDefault="00064250" w:rsidP="5BC3BE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C3BEE5">
              <w:rPr>
                <w:rFonts w:ascii="Corbel" w:hAnsi="Corbel"/>
                <w:b w:val="0"/>
                <w:smallCaps w:val="0"/>
              </w:rPr>
              <w:t>Jest w stanie wskazać przyczyny konfliktów kulturowych i dokonuje ich analizy przy wykorzystaniu odpowiednio wybranych metod</w:t>
            </w:r>
          </w:p>
        </w:tc>
        <w:tc>
          <w:tcPr>
            <w:tcW w:w="1873" w:type="dxa"/>
          </w:tcPr>
          <w:p w14:paraId="65EEA699" w14:textId="2BC93783" w:rsidR="00064250" w:rsidRPr="009C54AE" w:rsidRDefault="00064250" w:rsidP="5BC3BE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BC3BEE5">
              <w:rPr>
                <w:rFonts w:ascii="Corbel" w:hAnsi="Corbel"/>
                <w:b w:val="0"/>
                <w:smallCaps w:val="0"/>
              </w:rPr>
              <w:t>K</w:t>
            </w:r>
            <w:r w:rsidR="4DAD84BA" w:rsidRPr="5BC3BEE5">
              <w:rPr>
                <w:rFonts w:ascii="Corbel" w:hAnsi="Corbel"/>
                <w:b w:val="0"/>
                <w:smallCaps w:val="0"/>
              </w:rPr>
              <w:t>_</w:t>
            </w:r>
            <w:r w:rsidRPr="5BC3BEE5">
              <w:rPr>
                <w:rFonts w:ascii="Corbel" w:hAnsi="Corbel"/>
                <w:b w:val="0"/>
                <w:smallCaps w:val="0"/>
              </w:rPr>
              <w:t>U03</w:t>
            </w:r>
          </w:p>
        </w:tc>
      </w:tr>
    </w:tbl>
    <w:p w14:paraId="2946DB82" w14:textId="77777777" w:rsidR="00064250" w:rsidRPr="009C54AE" w:rsidRDefault="000642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064250" w:rsidRPr="009C54AE" w:rsidRDefault="0006425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064250" w:rsidRPr="009C54AE" w:rsidRDefault="00064250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5BC3BEE5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064250" w:rsidRPr="009C54AE" w14:paraId="587EA2A8" w14:textId="77777777" w:rsidTr="5BC3BEE5">
        <w:tc>
          <w:tcPr>
            <w:tcW w:w="9639" w:type="dxa"/>
          </w:tcPr>
          <w:p w14:paraId="35113026" w14:textId="77777777" w:rsidR="00064250" w:rsidRPr="009C54AE" w:rsidRDefault="0006425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64250" w:rsidRPr="009C54AE" w14:paraId="110FFD37" w14:textId="77777777" w:rsidTr="5BC3BEE5">
        <w:tc>
          <w:tcPr>
            <w:tcW w:w="9639" w:type="dxa"/>
          </w:tcPr>
          <w:p w14:paraId="6B699379" w14:textId="5692E282" w:rsidR="00064250" w:rsidRPr="009C54AE" w:rsidRDefault="46795F1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5BC3BEE5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BB9E253" w14:textId="77777777" w:rsidR="00064250" w:rsidRPr="009C54AE" w:rsidRDefault="0006425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064250" w:rsidRPr="009C54AE" w:rsidRDefault="00064250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BC3BEE5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064250" w:rsidRPr="009C54AE" w14:paraId="55225495" w14:textId="77777777" w:rsidTr="12519023">
        <w:tc>
          <w:tcPr>
            <w:tcW w:w="9639" w:type="dxa"/>
          </w:tcPr>
          <w:p w14:paraId="5D69D229" w14:textId="77777777" w:rsidR="00064250" w:rsidRPr="009C54AE" w:rsidRDefault="00064250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64250" w:rsidRPr="009C54AE" w14:paraId="44DFAA8F" w14:textId="77777777" w:rsidTr="12519023">
        <w:tc>
          <w:tcPr>
            <w:tcW w:w="9639" w:type="dxa"/>
          </w:tcPr>
          <w:p w14:paraId="186102A0" w14:textId="3C2C46B7" w:rsidR="00064250" w:rsidRPr="00B270A7" w:rsidRDefault="00064250" w:rsidP="5BC3BE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12519023">
              <w:rPr>
                <w:rFonts w:ascii="Corbel" w:hAnsi="Corbel"/>
                <w:sz w:val="24"/>
                <w:szCs w:val="24"/>
              </w:rPr>
              <w:t>Kultura a komunikowanie: wprowadzenie podstawowych definicji.</w:t>
            </w:r>
            <w:r w:rsidR="2797DF68" w:rsidRPr="12519023">
              <w:rPr>
                <w:rFonts w:ascii="Corbel" w:hAnsi="Corbel"/>
                <w:sz w:val="24"/>
                <w:szCs w:val="24"/>
              </w:rPr>
              <w:t xml:space="preserve"> </w:t>
            </w:r>
            <w:r w:rsidRPr="12519023">
              <w:rPr>
                <w:rFonts w:ascii="Corbel" w:hAnsi="Corbel"/>
                <w:sz w:val="24"/>
                <w:szCs w:val="24"/>
              </w:rPr>
              <w:t xml:space="preserve">Charakterystyka Rodzajów Komunikacji - komunikacja </w:t>
            </w:r>
            <w:proofErr w:type="spellStart"/>
            <w:r w:rsidRPr="12519023">
              <w:rPr>
                <w:rFonts w:ascii="Corbel" w:hAnsi="Corbel"/>
                <w:sz w:val="24"/>
                <w:szCs w:val="24"/>
              </w:rPr>
              <w:t>poprzezkulturowa</w:t>
            </w:r>
            <w:proofErr w:type="spellEnd"/>
            <w:r w:rsidRPr="12519023">
              <w:rPr>
                <w:rFonts w:ascii="Corbel" w:hAnsi="Corbel"/>
                <w:sz w:val="24"/>
                <w:szCs w:val="24"/>
              </w:rPr>
              <w:t xml:space="preserve"> (cross-</w:t>
            </w:r>
            <w:proofErr w:type="spellStart"/>
            <w:r w:rsidRPr="12519023">
              <w:rPr>
                <w:rFonts w:ascii="Corbel" w:hAnsi="Corbel"/>
                <w:sz w:val="24"/>
                <w:szCs w:val="24"/>
              </w:rPr>
              <w:t>cultural</w:t>
            </w:r>
            <w:proofErr w:type="spellEnd"/>
            <w:r w:rsidRPr="12519023">
              <w:rPr>
                <w:rFonts w:ascii="Corbel" w:hAnsi="Corbel"/>
                <w:sz w:val="24"/>
                <w:szCs w:val="24"/>
              </w:rPr>
              <w:t xml:space="preserve"> com-</w:t>
            </w:r>
            <w:proofErr w:type="spellStart"/>
            <w:r w:rsidRPr="12519023">
              <w:rPr>
                <w:rFonts w:ascii="Corbel" w:hAnsi="Corbel"/>
                <w:sz w:val="24"/>
                <w:szCs w:val="24"/>
              </w:rPr>
              <w:t>munication</w:t>
            </w:r>
            <w:proofErr w:type="spellEnd"/>
            <w:r w:rsidRPr="12519023">
              <w:rPr>
                <w:rFonts w:ascii="Corbel" w:hAnsi="Corbel"/>
                <w:sz w:val="24"/>
                <w:szCs w:val="24"/>
              </w:rPr>
              <w:t xml:space="preserve">), </w:t>
            </w:r>
            <w:proofErr w:type="spellStart"/>
            <w:r w:rsidRPr="12519023">
              <w:rPr>
                <w:rFonts w:ascii="Corbel" w:hAnsi="Corbel"/>
                <w:sz w:val="24"/>
                <w:szCs w:val="24"/>
              </w:rPr>
              <w:t>pomiędzykulturowa</w:t>
            </w:r>
            <w:proofErr w:type="spellEnd"/>
            <w:r w:rsidRPr="12519023">
              <w:rPr>
                <w:rFonts w:ascii="Corbel" w:hAnsi="Corbel"/>
                <w:sz w:val="24"/>
                <w:szCs w:val="24"/>
              </w:rPr>
              <w:t xml:space="preserve"> (</w:t>
            </w:r>
            <w:proofErr w:type="spellStart"/>
            <w:r w:rsidRPr="12519023">
              <w:rPr>
                <w:rFonts w:ascii="Corbel" w:hAnsi="Corbel"/>
                <w:sz w:val="24"/>
                <w:szCs w:val="24"/>
              </w:rPr>
              <w:t>intercultural</w:t>
            </w:r>
            <w:proofErr w:type="spellEnd"/>
            <w:r w:rsidRPr="12519023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12519023">
              <w:rPr>
                <w:rFonts w:ascii="Corbel" w:hAnsi="Corbel"/>
                <w:sz w:val="24"/>
                <w:szCs w:val="24"/>
              </w:rPr>
              <w:t>communication</w:t>
            </w:r>
            <w:proofErr w:type="spellEnd"/>
            <w:r w:rsidRPr="12519023">
              <w:rPr>
                <w:rFonts w:ascii="Corbel" w:hAnsi="Corbel"/>
                <w:sz w:val="24"/>
                <w:szCs w:val="24"/>
              </w:rPr>
              <w:t>), międzynarodowa (</w:t>
            </w:r>
            <w:proofErr w:type="spellStart"/>
            <w:r w:rsidRPr="12519023">
              <w:rPr>
                <w:rFonts w:ascii="Corbel" w:hAnsi="Corbel"/>
                <w:sz w:val="24"/>
                <w:szCs w:val="24"/>
              </w:rPr>
              <w:t>international</w:t>
            </w:r>
            <w:proofErr w:type="spellEnd"/>
            <w:r w:rsidRPr="12519023">
              <w:rPr>
                <w:rFonts w:ascii="Corbel" w:hAnsi="Corbel"/>
                <w:sz w:val="24"/>
                <w:szCs w:val="24"/>
              </w:rPr>
              <w:t xml:space="preserve"> com-</w:t>
            </w:r>
            <w:proofErr w:type="spellStart"/>
            <w:r w:rsidRPr="12519023">
              <w:rPr>
                <w:rFonts w:ascii="Corbel" w:hAnsi="Corbel"/>
                <w:sz w:val="24"/>
                <w:szCs w:val="24"/>
              </w:rPr>
              <w:t>munication</w:t>
            </w:r>
            <w:proofErr w:type="spellEnd"/>
            <w:r w:rsidRPr="12519023">
              <w:rPr>
                <w:rFonts w:ascii="Corbel" w:hAnsi="Corbel"/>
                <w:sz w:val="24"/>
                <w:szCs w:val="24"/>
              </w:rPr>
              <w:t>) i globalna (</w:t>
            </w:r>
            <w:proofErr w:type="spellStart"/>
            <w:r w:rsidRPr="12519023">
              <w:rPr>
                <w:rFonts w:ascii="Corbel" w:hAnsi="Corbel"/>
                <w:sz w:val="24"/>
                <w:szCs w:val="24"/>
              </w:rPr>
              <w:t>global</w:t>
            </w:r>
            <w:proofErr w:type="spellEnd"/>
            <w:r w:rsidRPr="12519023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12519023">
              <w:rPr>
                <w:rFonts w:ascii="Corbel" w:hAnsi="Corbel"/>
                <w:sz w:val="24"/>
                <w:szCs w:val="24"/>
              </w:rPr>
              <w:t>communication</w:t>
            </w:r>
            <w:proofErr w:type="spellEnd"/>
            <w:r w:rsidRPr="12519023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064250" w:rsidRPr="009C54AE" w14:paraId="317C099D" w14:textId="77777777" w:rsidTr="12519023">
        <w:tc>
          <w:tcPr>
            <w:tcW w:w="9639" w:type="dxa"/>
          </w:tcPr>
          <w:p w14:paraId="3320DD7D" w14:textId="77777777" w:rsidR="00064250" w:rsidRPr="009C54AE" w:rsidRDefault="00064250" w:rsidP="5BC3BE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5BC3BEE5">
              <w:rPr>
                <w:rFonts w:ascii="Corbel" w:hAnsi="Corbel"/>
                <w:sz w:val="24"/>
                <w:szCs w:val="24"/>
              </w:rPr>
              <w:t>Bariery komunikowania międzykulturowego. Szok kulturowy, etnocentryzm a relatywizm kulturowy, stereotyp, uprzedzenie.</w:t>
            </w:r>
          </w:p>
        </w:tc>
      </w:tr>
      <w:tr w:rsidR="00064250" w:rsidRPr="009C54AE" w14:paraId="18E6EA5E" w14:textId="77777777" w:rsidTr="12519023">
        <w:tc>
          <w:tcPr>
            <w:tcW w:w="9639" w:type="dxa"/>
          </w:tcPr>
          <w:p w14:paraId="7C4F7954" w14:textId="77777777" w:rsidR="00064250" w:rsidRDefault="00064250" w:rsidP="5BC3BE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5BC3BEE5">
              <w:rPr>
                <w:rFonts w:ascii="Corbel" w:hAnsi="Corbel"/>
                <w:sz w:val="24"/>
                <w:szCs w:val="24"/>
              </w:rPr>
              <w:t>Różnice kulturowe- komunikacja niewerbalna w komunikowaniu międzykulturowym, typologia kultur wg E. T Halla</w:t>
            </w:r>
          </w:p>
        </w:tc>
      </w:tr>
      <w:tr w:rsidR="00064250" w:rsidRPr="009C54AE" w14:paraId="6906E667" w14:textId="77777777" w:rsidTr="12519023">
        <w:tc>
          <w:tcPr>
            <w:tcW w:w="9639" w:type="dxa"/>
          </w:tcPr>
          <w:p w14:paraId="32B06BC8" w14:textId="77777777" w:rsidR="00064250" w:rsidRDefault="00064250" w:rsidP="5BC3BE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5BC3BEE5">
              <w:rPr>
                <w:rFonts w:ascii="Corbel" w:hAnsi="Corbel"/>
                <w:sz w:val="24"/>
                <w:szCs w:val="24"/>
              </w:rPr>
              <w:t xml:space="preserve">Wyzwania komunikowania międzykulturowego- wymiary kultury wg G. </w:t>
            </w:r>
            <w:proofErr w:type="spellStart"/>
            <w:r w:rsidRPr="5BC3BEE5">
              <w:rPr>
                <w:rFonts w:ascii="Corbel" w:hAnsi="Corbel"/>
                <w:sz w:val="24"/>
                <w:szCs w:val="24"/>
              </w:rPr>
              <w:t>Hofstedego</w:t>
            </w:r>
            <w:proofErr w:type="spellEnd"/>
          </w:p>
        </w:tc>
      </w:tr>
      <w:tr w:rsidR="00064250" w:rsidRPr="009C54AE" w14:paraId="6D2A775D" w14:textId="77777777" w:rsidTr="12519023">
        <w:tc>
          <w:tcPr>
            <w:tcW w:w="9639" w:type="dxa"/>
          </w:tcPr>
          <w:p w14:paraId="729E9179" w14:textId="77777777" w:rsidR="00064250" w:rsidRDefault="00064250" w:rsidP="5BC3BE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5BC3BEE5">
              <w:rPr>
                <w:rFonts w:ascii="Corbel" w:hAnsi="Corbel"/>
                <w:sz w:val="24"/>
                <w:szCs w:val="24"/>
              </w:rPr>
              <w:t>Język płci- język kobiet a język mężczyzn, wpływ kultury na proces komunikacji między płciami</w:t>
            </w:r>
          </w:p>
        </w:tc>
      </w:tr>
      <w:tr w:rsidR="00064250" w:rsidRPr="009C54AE" w14:paraId="353399DC" w14:textId="77777777" w:rsidTr="12519023">
        <w:tc>
          <w:tcPr>
            <w:tcW w:w="9639" w:type="dxa"/>
          </w:tcPr>
          <w:p w14:paraId="2783E6E3" w14:textId="77777777" w:rsidR="00064250" w:rsidRDefault="00064250" w:rsidP="5BC3BE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5BC3BEE5">
              <w:rPr>
                <w:rFonts w:ascii="Corbel" w:hAnsi="Corbel"/>
                <w:sz w:val="24"/>
                <w:szCs w:val="24"/>
              </w:rPr>
              <w:t>Ekokulturowy</w:t>
            </w:r>
            <w:proofErr w:type="spellEnd"/>
            <w:r w:rsidRPr="5BC3BEE5">
              <w:rPr>
                <w:rFonts w:ascii="Corbel" w:hAnsi="Corbel"/>
                <w:sz w:val="24"/>
                <w:szCs w:val="24"/>
              </w:rPr>
              <w:t xml:space="preserve"> wymiar uwarunkowań psychiki</w:t>
            </w:r>
          </w:p>
        </w:tc>
      </w:tr>
      <w:tr w:rsidR="00064250" w:rsidRPr="009C54AE" w14:paraId="04D44FFC" w14:textId="77777777" w:rsidTr="12519023">
        <w:tc>
          <w:tcPr>
            <w:tcW w:w="9639" w:type="dxa"/>
          </w:tcPr>
          <w:p w14:paraId="3F948621" w14:textId="2F39ACF3" w:rsidR="00064250" w:rsidRDefault="00064250" w:rsidP="5BC3BE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12519023">
              <w:rPr>
                <w:rFonts w:ascii="Corbel" w:hAnsi="Corbel"/>
                <w:sz w:val="24"/>
                <w:szCs w:val="24"/>
              </w:rPr>
              <w:lastRenderedPageBreak/>
              <w:t xml:space="preserve">Kultura w biznesie: kultury ceremonialne i nieceremonialne, kultury </w:t>
            </w:r>
            <w:proofErr w:type="spellStart"/>
            <w:r w:rsidRPr="12519023">
              <w:rPr>
                <w:rFonts w:ascii="Corbel" w:hAnsi="Corbel"/>
                <w:sz w:val="24"/>
                <w:szCs w:val="24"/>
              </w:rPr>
              <w:t>propartnerskie</w:t>
            </w:r>
            <w:proofErr w:type="spellEnd"/>
            <w:r w:rsidRPr="12519023">
              <w:rPr>
                <w:rFonts w:ascii="Corbel" w:hAnsi="Corbel"/>
                <w:sz w:val="24"/>
                <w:szCs w:val="24"/>
              </w:rPr>
              <w:t xml:space="preserve"> i</w:t>
            </w:r>
            <w:r w:rsidR="1523CF63" w:rsidRPr="12519023">
              <w:rPr>
                <w:rFonts w:ascii="Corbel" w:hAnsi="Corbel"/>
                <w:sz w:val="24"/>
                <w:szCs w:val="24"/>
              </w:rPr>
              <w:t xml:space="preserve"> </w:t>
            </w:r>
            <w:r w:rsidR="1041B6B9" w:rsidRPr="12519023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12519023">
              <w:rPr>
                <w:rFonts w:ascii="Corbel" w:hAnsi="Corbel"/>
                <w:sz w:val="24"/>
                <w:szCs w:val="24"/>
              </w:rPr>
              <w:t>protransakcyjne</w:t>
            </w:r>
            <w:proofErr w:type="spellEnd"/>
          </w:p>
        </w:tc>
      </w:tr>
      <w:tr w:rsidR="00064250" w:rsidRPr="009C54AE" w14:paraId="7977EE84" w14:textId="77777777" w:rsidTr="12519023">
        <w:tc>
          <w:tcPr>
            <w:tcW w:w="9639" w:type="dxa"/>
          </w:tcPr>
          <w:p w14:paraId="198F242F" w14:textId="77777777" w:rsidR="00064250" w:rsidRDefault="00064250" w:rsidP="5BC3BE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5BC3BEE5">
              <w:rPr>
                <w:rFonts w:ascii="Corbel" w:hAnsi="Corbel"/>
                <w:sz w:val="24"/>
                <w:szCs w:val="24"/>
              </w:rPr>
              <w:t>Konflikt międzykulturowy</w:t>
            </w:r>
          </w:p>
        </w:tc>
      </w:tr>
      <w:tr w:rsidR="00064250" w:rsidRPr="009C54AE" w14:paraId="18C88977" w14:textId="77777777" w:rsidTr="12519023">
        <w:tc>
          <w:tcPr>
            <w:tcW w:w="9639" w:type="dxa"/>
          </w:tcPr>
          <w:p w14:paraId="6B057DBF" w14:textId="77777777" w:rsidR="00064250" w:rsidRDefault="00064250" w:rsidP="5BC3BE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5BC3BEE5">
              <w:rPr>
                <w:rFonts w:ascii="Corbel" w:hAnsi="Corbel"/>
                <w:sz w:val="24"/>
                <w:szCs w:val="24"/>
              </w:rPr>
              <w:t>Media a komunikowanie międzykulturowe, kształtowanie wizerunku państwa na arenie międzynarodowej, wizerunek wroga.</w:t>
            </w:r>
          </w:p>
        </w:tc>
      </w:tr>
      <w:tr w:rsidR="00064250" w:rsidRPr="009C54AE" w14:paraId="317091FA" w14:textId="77777777" w:rsidTr="12519023">
        <w:tc>
          <w:tcPr>
            <w:tcW w:w="9639" w:type="dxa"/>
          </w:tcPr>
          <w:p w14:paraId="0430B566" w14:textId="77777777" w:rsidR="00064250" w:rsidRDefault="00064250" w:rsidP="5BC3BE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5BC3BEE5">
              <w:rPr>
                <w:rFonts w:ascii="Corbel" w:hAnsi="Corbel"/>
                <w:sz w:val="24"/>
                <w:szCs w:val="24"/>
              </w:rPr>
              <w:t>Zaliczenie</w:t>
            </w:r>
          </w:p>
        </w:tc>
      </w:tr>
    </w:tbl>
    <w:p w14:paraId="52E56223" w14:textId="77777777" w:rsidR="00064250" w:rsidRPr="009C54AE" w:rsidRDefault="000642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064250" w:rsidRPr="009C54AE" w:rsidRDefault="0006425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7547A01" w14:textId="77777777" w:rsidR="00064250" w:rsidRPr="009C54AE" w:rsidRDefault="000642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0BB06" w14:textId="7D8A7CD0" w:rsidR="00064250" w:rsidRPr="00153C41" w:rsidRDefault="4D3028A1" w:rsidP="12519023">
      <w:pPr>
        <w:pStyle w:val="Punktygwne"/>
        <w:spacing w:before="0" w:after="0"/>
        <w:jc w:val="both"/>
        <w:rPr>
          <w:rFonts w:ascii="Corbel" w:hAnsi="Corbel"/>
          <w:b w:val="0"/>
          <w:i/>
          <w:iCs/>
          <w:smallCaps w:val="0"/>
          <w:sz w:val="20"/>
          <w:szCs w:val="20"/>
        </w:rPr>
      </w:pPr>
      <w:r w:rsidRPr="12519023">
        <w:rPr>
          <w:rFonts w:ascii="Corbel" w:hAnsi="Corbel"/>
          <w:b w:val="0"/>
          <w:i/>
          <w:iCs/>
          <w:smallCaps w:val="0"/>
          <w:sz w:val="20"/>
          <w:szCs w:val="20"/>
        </w:rPr>
        <w:t>Konwersatorium</w:t>
      </w:r>
      <w:r w:rsidR="00064250" w:rsidRPr="12519023">
        <w:rPr>
          <w:rFonts w:ascii="Corbel" w:hAnsi="Corbel"/>
          <w:b w:val="0"/>
          <w:i/>
          <w:iCs/>
          <w:smallCaps w:val="0"/>
          <w:sz w:val="20"/>
          <w:szCs w:val="20"/>
        </w:rPr>
        <w:t>: analiza tekstów z dyskusją, metoda projektów (projekt badawczy, wdrożeniowy, praktyczny), praca w grupach (rozwiązywanie zadań, dyskusja),</w:t>
      </w:r>
      <w:r w:rsidR="2FB043CB" w:rsidRPr="12519023">
        <w:rPr>
          <w:rFonts w:ascii="Corbel" w:hAnsi="Corbel"/>
          <w:b w:val="0"/>
          <w:i/>
          <w:iCs/>
          <w:smallCaps w:val="0"/>
          <w:sz w:val="20"/>
          <w:szCs w:val="20"/>
        </w:rPr>
        <w:t xml:space="preserve"> </w:t>
      </w:r>
      <w:r w:rsidR="00064250" w:rsidRPr="12519023">
        <w:rPr>
          <w:rFonts w:ascii="Corbel" w:hAnsi="Corbel"/>
          <w:b w:val="0"/>
          <w:i/>
          <w:iCs/>
          <w:smallCaps w:val="0"/>
          <w:sz w:val="20"/>
          <w:szCs w:val="20"/>
        </w:rPr>
        <w:t xml:space="preserve">gry dydaktyczne </w:t>
      </w:r>
    </w:p>
    <w:p w14:paraId="5043CB0F" w14:textId="77777777" w:rsidR="00064250" w:rsidRDefault="0006425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064250" w:rsidRPr="009C54AE" w:rsidRDefault="0006425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DFB9E20" w14:textId="77777777" w:rsidR="00064250" w:rsidRPr="009C54AE" w:rsidRDefault="0006425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064250" w:rsidRPr="009C54AE" w:rsidRDefault="0006425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0DF9E56" w14:textId="77777777" w:rsidR="00064250" w:rsidRPr="009C54AE" w:rsidRDefault="000642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064250" w:rsidRPr="009C54AE" w14:paraId="5C3740EA" w14:textId="77777777" w:rsidTr="5BC3BEE5">
        <w:tc>
          <w:tcPr>
            <w:tcW w:w="1985" w:type="dxa"/>
            <w:vAlign w:val="center"/>
          </w:tcPr>
          <w:p w14:paraId="59C1A4F7" w14:textId="77777777" w:rsidR="00064250" w:rsidRPr="009C54AE" w:rsidRDefault="0006425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AC1580F" w14:textId="5CFC33BD" w:rsidR="00064250" w:rsidRPr="009C54AE" w:rsidRDefault="00064250" w:rsidP="5BC3BE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5BC3BEE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0B00A893" w:rsidRPr="5BC3BEE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064250" w:rsidRPr="009C54AE" w:rsidRDefault="0006425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064250" w:rsidRPr="009C54AE" w:rsidRDefault="0006425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064250" w:rsidRPr="009C54AE" w:rsidRDefault="0006425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64250" w:rsidRPr="009C54AE" w14:paraId="26164683" w14:textId="77777777" w:rsidTr="5BC3BEE5">
        <w:tc>
          <w:tcPr>
            <w:tcW w:w="1985" w:type="dxa"/>
          </w:tcPr>
          <w:p w14:paraId="17368564" w14:textId="77777777" w:rsidR="00064250" w:rsidRPr="009C54AE" w:rsidRDefault="000642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E0D8DF5" w14:textId="77777777" w:rsidR="00064250" w:rsidRPr="00CE7145" w:rsidRDefault="000642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7145">
              <w:rPr>
                <w:rFonts w:ascii="Corbel" w:hAnsi="Corbel"/>
                <w:b w:val="0"/>
                <w:szCs w:val="24"/>
              </w:rPr>
              <w:t>kol</w:t>
            </w:r>
            <w:r>
              <w:rPr>
                <w:rFonts w:ascii="Corbel" w:hAnsi="Corbel"/>
                <w:b w:val="0"/>
                <w:szCs w:val="24"/>
              </w:rPr>
              <w:t>okwium</w:t>
            </w:r>
          </w:p>
        </w:tc>
        <w:tc>
          <w:tcPr>
            <w:tcW w:w="2126" w:type="dxa"/>
          </w:tcPr>
          <w:p w14:paraId="0F534E94" w14:textId="77777777" w:rsidR="00064250" w:rsidRPr="00A868BC" w:rsidRDefault="00064250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4"/>
              </w:rPr>
            </w:pPr>
            <w:r w:rsidRPr="00A868BC">
              <w:rPr>
                <w:rFonts w:ascii="Corbel" w:hAnsi="Corbel"/>
                <w:b w:val="0"/>
                <w:sz w:val="20"/>
                <w:szCs w:val="24"/>
              </w:rPr>
              <w:t>KONW</w:t>
            </w:r>
          </w:p>
        </w:tc>
      </w:tr>
      <w:tr w:rsidR="00064250" w:rsidRPr="009C54AE" w14:paraId="6351D3BB" w14:textId="77777777" w:rsidTr="5BC3BEE5">
        <w:tc>
          <w:tcPr>
            <w:tcW w:w="1985" w:type="dxa"/>
          </w:tcPr>
          <w:p w14:paraId="727CF0E4" w14:textId="77777777" w:rsidR="00064250" w:rsidRPr="009C54AE" w:rsidRDefault="000642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8C8F5B9" w14:textId="77777777" w:rsidR="00064250" w:rsidRPr="009C54AE" w:rsidRDefault="000642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KoloKwium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01AF7679" w14:textId="77777777" w:rsidR="00064250" w:rsidRPr="009C54AE" w:rsidRDefault="000642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064250" w:rsidRPr="009C54AE" w14:paraId="0B0E3AE6" w14:textId="77777777" w:rsidTr="5BC3BEE5">
        <w:tc>
          <w:tcPr>
            <w:tcW w:w="1985" w:type="dxa"/>
          </w:tcPr>
          <w:p w14:paraId="002D746F" w14:textId="77777777" w:rsidR="00064250" w:rsidRPr="009C54AE" w:rsidRDefault="000642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53E1338" w14:textId="77777777" w:rsidR="00064250" w:rsidRPr="009C54AE" w:rsidRDefault="000642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KoloKwium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239D68A5" w14:textId="77777777" w:rsidR="00064250" w:rsidRPr="009C54AE" w:rsidRDefault="000642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</w:tbl>
    <w:p w14:paraId="44E871BC" w14:textId="77777777" w:rsidR="00064250" w:rsidRPr="009C54AE" w:rsidRDefault="000642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064250" w:rsidRPr="009C54AE" w:rsidRDefault="0006425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44A5D23" w14:textId="77777777" w:rsidR="00064250" w:rsidRPr="009C54AE" w:rsidRDefault="0006425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064250" w:rsidRPr="009C54AE" w14:paraId="68A90A8A" w14:textId="77777777" w:rsidTr="00923D7D">
        <w:tc>
          <w:tcPr>
            <w:tcW w:w="9670" w:type="dxa"/>
          </w:tcPr>
          <w:p w14:paraId="738610EB" w14:textId="77777777" w:rsidR="00064250" w:rsidRPr="009C54AE" w:rsidRDefault="000642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AE1DCE6" w14:textId="77777777" w:rsidR="00064250" w:rsidRPr="00132A7F" w:rsidRDefault="00064250" w:rsidP="00DC271D">
            <w:pPr>
              <w:rPr>
                <w:rFonts w:ascii="Corbel" w:hAnsi="Corbel" w:cs="Arial"/>
              </w:rPr>
            </w:pPr>
            <w:r w:rsidRPr="00132A7F">
              <w:rPr>
                <w:rFonts w:ascii="Corbel" w:hAnsi="Corbel" w:cs="Arial"/>
              </w:rPr>
              <w:t>Przygotowanie do zajęć, aktywność podczas zajęć, aktywność podczas pracy w grupach, uzyskanie pozytywnych ocen z testu</w:t>
            </w:r>
          </w:p>
          <w:p w14:paraId="4A4E8F34" w14:textId="77777777" w:rsidR="00064250" w:rsidRPr="00681429" w:rsidRDefault="00064250" w:rsidP="0068142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429">
              <w:rPr>
                <w:rFonts w:ascii="Corbel" w:hAnsi="Corbel"/>
                <w:b w:val="0"/>
                <w:smallCaps w:val="0"/>
                <w:szCs w:val="24"/>
              </w:rPr>
              <w:t>5.0- od 90 do 100% wszystkich punktów</w:t>
            </w:r>
          </w:p>
          <w:p w14:paraId="2577A206" w14:textId="77777777" w:rsidR="00064250" w:rsidRPr="00681429" w:rsidRDefault="00064250" w:rsidP="0068142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429">
              <w:rPr>
                <w:rFonts w:ascii="Corbel" w:hAnsi="Corbel"/>
                <w:b w:val="0"/>
                <w:smallCaps w:val="0"/>
                <w:szCs w:val="24"/>
              </w:rPr>
              <w:t>4.5- od 80 do 89% wszystkich punktów</w:t>
            </w:r>
          </w:p>
          <w:p w14:paraId="6361DC1E" w14:textId="77777777" w:rsidR="00064250" w:rsidRPr="00681429" w:rsidRDefault="00064250" w:rsidP="0068142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429">
              <w:rPr>
                <w:rFonts w:ascii="Corbel" w:hAnsi="Corbel"/>
                <w:b w:val="0"/>
                <w:smallCaps w:val="0"/>
                <w:szCs w:val="24"/>
              </w:rPr>
              <w:t>4.0- od 75 do 79% wszystkich punktów</w:t>
            </w:r>
          </w:p>
          <w:p w14:paraId="79DBA88F" w14:textId="77777777" w:rsidR="00064250" w:rsidRPr="00681429" w:rsidRDefault="00064250" w:rsidP="0068142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429">
              <w:rPr>
                <w:rFonts w:ascii="Corbel" w:hAnsi="Corbel"/>
                <w:b w:val="0"/>
                <w:smallCaps w:val="0"/>
                <w:szCs w:val="24"/>
              </w:rPr>
              <w:t>3.5- od 60 do 69% wszystkich punktów</w:t>
            </w:r>
          </w:p>
          <w:p w14:paraId="6E20EEAA" w14:textId="77777777" w:rsidR="00064250" w:rsidRPr="00681429" w:rsidRDefault="00064250" w:rsidP="0068142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429">
              <w:rPr>
                <w:rFonts w:ascii="Corbel" w:hAnsi="Corbel"/>
                <w:b w:val="0"/>
                <w:smallCaps w:val="0"/>
                <w:szCs w:val="24"/>
              </w:rPr>
              <w:t xml:space="preserve">3.0- od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51%</w:t>
            </w:r>
            <w:r w:rsidRPr="00681429">
              <w:rPr>
                <w:rFonts w:ascii="Corbel" w:hAnsi="Corbel"/>
                <w:b w:val="0"/>
                <w:smallCaps w:val="0"/>
                <w:szCs w:val="24"/>
              </w:rPr>
              <w:t xml:space="preserve"> do 59% wszystkich punktów</w:t>
            </w:r>
          </w:p>
          <w:p w14:paraId="0C75D029" w14:textId="77777777" w:rsidR="00064250" w:rsidRPr="00681429" w:rsidRDefault="00064250" w:rsidP="0068142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429">
              <w:rPr>
                <w:rFonts w:ascii="Corbel" w:hAnsi="Corbel"/>
                <w:b w:val="0"/>
                <w:smallCaps w:val="0"/>
                <w:szCs w:val="24"/>
              </w:rPr>
              <w:t xml:space="preserve">2.0 mniej niż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681429">
              <w:rPr>
                <w:rFonts w:ascii="Corbel" w:hAnsi="Corbel"/>
                <w:b w:val="0"/>
                <w:smallCaps w:val="0"/>
                <w:szCs w:val="24"/>
              </w:rPr>
              <w:t>% wszystkich punktów</w:t>
            </w:r>
          </w:p>
          <w:p w14:paraId="637805D2" w14:textId="77777777" w:rsidR="00064250" w:rsidRPr="009C54AE" w:rsidRDefault="000642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63F29E8" w14:textId="77777777" w:rsidR="00064250" w:rsidRPr="009C54AE" w:rsidRDefault="000642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064250" w:rsidRPr="009C54AE" w:rsidRDefault="00064250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6"/>
        <w:gridCol w:w="4672"/>
      </w:tblGrid>
      <w:tr w:rsidR="00064250" w:rsidRPr="009C54AE" w14:paraId="63D9DE79" w14:textId="77777777" w:rsidTr="5BC3BEE5">
        <w:tc>
          <w:tcPr>
            <w:tcW w:w="4962" w:type="dxa"/>
            <w:vAlign w:val="center"/>
          </w:tcPr>
          <w:p w14:paraId="4C452BB7" w14:textId="77777777" w:rsidR="00064250" w:rsidRPr="009C54AE" w:rsidRDefault="00064250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BAACCBA" w14:textId="77777777" w:rsidR="00064250" w:rsidRPr="009C54AE" w:rsidRDefault="00064250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64250" w:rsidRPr="009C54AE" w14:paraId="016630EA" w14:textId="77777777" w:rsidTr="5BC3BEE5">
        <w:tc>
          <w:tcPr>
            <w:tcW w:w="4962" w:type="dxa"/>
          </w:tcPr>
          <w:p w14:paraId="1AB692D5" w14:textId="77777777" w:rsidR="00064250" w:rsidRPr="009C54AE" w:rsidRDefault="00064250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BC3BEE5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5BC3BEE5">
              <w:rPr>
                <w:rFonts w:ascii="Corbel" w:eastAsia="Corbel" w:hAnsi="Corbel" w:cs="Corbel"/>
                <w:sz w:val="24"/>
                <w:szCs w:val="24"/>
              </w:rPr>
              <w:t>z harmonogramu</w:t>
            </w:r>
            <w:r w:rsidRPr="5BC3BEE5"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</w:tcPr>
          <w:p w14:paraId="60DA3216" w14:textId="72CF61BB" w:rsidR="00064250" w:rsidRPr="009C54AE" w:rsidRDefault="49A58DC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BC3BEE5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064250" w:rsidRPr="009C54AE" w14:paraId="409F0BAA" w14:textId="77777777" w:rsidTr="5BC3BEE5">
        <w:tc>
          <w:tcPr>
            <w:tcW w:w="4962" w:type="dxa"/>
          </w:tcPr>
          <w:p w14:paraId="2750A6CD" w14:textId="77777777" w:rsidR="00064250" w:rsidRPr="009C54AE" w:rsidRDefault="000642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064250" w:rsidRPr="009C54AE" w:rsidRDefault="000642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D369756" w14:textId="77777777" w:rsidR="00064250" w:rsidRPr="009C54AE" w:rsidRDefault="000642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064250" w:rsidRPr="009C54AE" w14:paraId="5AB7F672" w14:textId="77777777" w:rsidTr="5BC3BEE5">
        <w:tc>
          <w:tcPr>
            <w:tcW w:w="4962" w:type="dxa"/>
          </w:tcPr>
          <w:p w14:paraId="7660431A" w14:textId="77777777" w:rsidR="00064250" w:rsidRPr="009C54AE" w:rsidRDefault="000642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1937B812" w14:textId="77777777" w:rsidR="00064250" w:rsidRPr="009C54AE" w:rsidRDefault="000642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04A35C2" w14:textId="29CF9B32" w:rsidR="00064250" w:rsidRPr="009C54AE" w:rsidRDefault="6AD74D4D" w:rsidP="5BC3BEE5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 w:rsidRPr="5BC3BEE5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064250" w:rsidRPr="009C54AE" w14:paraId="03639AFE" w14:textId="77777777" w:rsidTr="5BC3BEE5">
        <w:tc>
          <w:tcPr>
            <w:tcW w:w="4962" w:type="dxa"/>
          </w:tcPr>
          <w:p w14:paraId="3D4B2727" w14:textId="77777777" w:rsidR="00064250" w:rsidRPr="009C54AE" w:rsidRDefault="000642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8EA849" w14:textId="2FFCFC12" w:rsidR="00064250" w:rsidRPr="009C54AE" w:rsidRDefault="59FFC907" w:rsidP="5BC3BE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BC3BEE5">
              <w:rPr>
                <w:rFonts w:ascii="Corbel" w:hAnsi="Corbel"/>
                <w:sz w:val="24"/>
                <w:szCs w:val="24"/>
              </w:rPr>
              <w:t xml:space="preserve"> 75</w:t>
            </w:r>
          </w:p>
        </w:tc>
      </w:tr>
      <w:tr w:rsidR="00064250" w:rsidRPr="009C54AE" w14:paraId="5FD1C35E" w14:textId="77777777" w:rsidTr="5BC3BEE5">
        <w:tc>
          <w:tcPr>
            <w:tcW w:w="4962" w:type="dxa"/>
          </w:tcPr>
          <w:p w14:paraId="15CF954C" w14:textId="77777777" w:rsidR="00064250" w:rsidRPr="009C54AE" w:rsidRDefault="000642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B7B4B86" w14:textId="04DEF7C3" w:rsidR="00064250" w:rsidRPr="009C54AE" w:rsidRDefault="1F035A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BC3BEE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EB6401A" w14:textId="77777777" w:rsidR="00064250" w:rsidRPr="009C54AE" w:rsidRDefault="00064250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•</w:t>
      </w:r>
      <w:r>
        <w:rPr>
          <w:rFonts w:ascii="Corbel" w:hAnsi="Corbel"/>
          <w:b w:val="0"/>
          <w:i/>
          <w:smallCaps w:val="0"/>
          <w:szCs w:val="24"/>
        </w:rPr>
        <w:tab/>
      </w:r>
      <w:r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A0FF5F2" w14:textId="77777777" w:rsidR="00064250" w:rsidRPr="009C54AE" w:rsidRDefault="000642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064250" w:rsidRPr="009C54AE" w:rsidRDefault="0006425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5BC3BEE5">
        <w:rPr>
          <w:rFonts w:ascii="Corbel" w:hAnsi="Corbel"/>
          <w:smallCaps w:val="0"/>
        </w:rPr>
        <w:t>6. PRAKTYKI ZAWODOWE W RAMACH PRZEDMIOTU</w:t>
      </w:r>
    </w:p>
    <w:p w14:paraId="75581923" w14:textId="16CD36E0" w:rsidR="5BC3BEE5" w:rsidRDefault="5BC3BEE5" w:rsidP="5BC3BEE5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064250" w:rsidRPr="009C54AE" w14:paraId="146D6691" w14:textId="77777777" w:rsidTr="5BC3BEE5">
        <w:trPr>
          <w:trHeight w:val="397"/>
        </w:trPr>
        <w:tc>
          <w:tcPr>
            <w:tcW w:w="3544" w:type="dxa"/>
          </w:tcPr>
          <w:p w14:paraId="55E98D25" w14:textId="77777777" w:rsidR="00064250" w:rsidRPr="009C54AE" w:rsidRDefault="00064250" w:rsidP="5BC3BE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BC3BEE5">
              <w:rPr>
                <w:rFonts w:ascii="Corbel" w:hAnsi="Corbel"/>
                <w:b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14:paraId="5630AD66" w14:textId="17A8FFF6" w:rsidR="00064250" w:rsidRPr="009C54AE" w:rsidRDefault="61364F2A" w:rsidP="5BC3BE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5BC3BEE5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064250" w:rsidRPr="009C54AE" w14:paraId="05EFD703" w14:textId="77777777" w:rsidTr="5BC3BEE5">
        <w:trPr>
          <w:trHeight w:val="397"/>
        </w:trPr>
        <w:tc>
          <w:tcPr>
            <w:tcW w:w="3544" w:type="dxa"/>
          </w:tcPr>
          <w:p w14:paraId="7C3ADC5D" w14:textId="77777777" w:rsidR="00064250" w:rsidRPr="009C54AE" w:rsidRDefault="00064250" w:rsidP="5BC3BE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BC3BEE5">
              <w:rPr>
                <w:rFonts w:ascii="Corbel" w:hAnsi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1829076" w14:textId="71F2E94C" w:rsidR="00064250" w:rsidRPr="009C54AE" w:rsidRDefault="38AD4DA7" w:rsidP="5BC3BE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BC3BEE5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2BA226A1" w14:textId="77777777" w:rsidR="00064250" w:rsidRPr="009C54AE" w:rsidRDefault="0006425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064250" w:rsidRPr="009C54AE" w:rsidRDefault="0006425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5BC3BEE5">
        <w:rPr>
          <w:rFonts w:ascii="Corbel" w:hAnsi="Corbel"/>
          <w:smallCaps w:val="0"/>
        </w:rPr>
        <w:t xml:space="preserve">7. LITERATURA </w:t>
      </w:r>
    </w:p>
    <w:p w14:paraId="4A00DB20" w14:textId="3F0A0220" w:rsidR="5BC3BEE5" w:rsidRDefault="5BC3BEE5" w:rsidP="5BC3BEE5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7"/>
      </w:tblGrid>
      <w:tr w:rsidR="00064250" w:rsidRPr="009C54AE" w14:paraId="2E788457" w14:textId="77777777" w:rsidTr="5BC3BEE5">
        <w:trPr>
          <w:trHeight w:val="397"/>
        </w:trPr>
        <w:tc>
          <w:tcPr>
            <w:tcW w:w="9497" w:type="dxa"/>
          </w:tcPr>
          <w:p w14:paraId="729C9695" w14:textId="77777777" w:rsidR="00064250" w:rsidRDefault="00064250" w:rsidP="5BC3BEE5">
            <w:pPr>
              <w:pStyle w:val="Punktygwne"/>
              <w:spacing w:before="0" w:after="0"/>
              <w:ind w:left="-180"/>
              <w:rPr>
                <w:rFonts w:ascii="Corbel" w:hAnsi="Corbel"/>
                <w:bCs/>
                <w:smallCaps w:val="0"/>
              </w:rPr>
            </w:pPr>
            <w:r w:rsidRPr="5BC3BEE5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17AD93B2" w14:textId="77777777" w:rsidR="00064250" w:rsidRDefault="00064250" w:rsidP="5BC3BEE5">
            <w:pPr>
              <w:pStyle w:val="Punktygwne"/>
              <w:spacing w:before="0" w:after="0"/>
              <w:ind w:left="-180"/>
              <w:rPr>
                <w:rFonts w:ascii="Corbel" w:hAnsi="Corbel"/>
                <w:b w:val="0"/>
                <w:smallCaps w:val="0"/>
              </w:rPr>
            </w:pPr>
          </w:p>
          <w:p w14:paraId="2B0BE32A" w14:textId="77777777" w:rsidR="00064250" w:rsidRDefault="00064250" w:rsidP="5BC3BEE5">
            <w:pPr>
              <w:pStyle w:val="Punktygwne"/>
              <w:spacing w:before="0" w:after="0" w:line="276" w:lineRule="auto"/>
              <w:ind w:left="-180"/>
              <w:rPr>
                <w:rFonts w:ascii="Corbel" w:hAnsi="Corbel"/>
                <w:b w:val="0"/>
                <w:smallCaps w:val="0"/>
              </w:rPr>
            </w:pPr>
            <w:r w:rsidRPr="5BC3BEE5">
              <w:rPr>
                <w:rFonts w:ascii="Corbel" w:hAnsi="Corbel"/>
                <w:b w:val="0"/>
                <w:smallCaps w:val="0"/>
              </w:rPr>
              <w:t xml:space="preserve">P. Boski,  </w:t>
            </w:r>
            <w:r w:rsidRPr="5BC3BEE5">
              <w:rPr>
                <w:rFonts w:ascii="Corbel" w:hAnsi="Corbel"/>
                <w:b w:val="0"/>
                <w:i/>
                <w:iCs/>
                <w:smallCaps w:val="0"/>
              </w:rPr>
              <w:t>Kulturowe ramy zachowań społecznych. Podręcznik psychologii międzykulturowej</w:t>
            </w:r>
            <w:r w:rsidRPr="5BC3BEE5">
              <w:rPr>
                <w:rFonts w:ascii="Corbel" w:hAnsi="Corbel"/>
                <w:b w:val="0"/>
                <w:smallCaps w:val="0"/>
              </w:rPr>
              <w:t>, Warszawa 2010</w:t>
            </w:r>
          </w:p>
          <w:p w14:paraId="7759045E" w14:textId="77777777" w:rsidR="00064250" w:rsidRDefault="00064250" w:rsidP="5BC3BEE5">
            <w:pPr>
              <w:pStyle w:val="Punktygwne"/>
              <w:spacing w:after="0" w:line="276" w:lineRule="auto"/>
              <w:ind w:left="-180"/>
              <w:rPr>
                <w:rFonts w:ascii="Corbel" w:hAnsi="Corbel"/>
                <w:b w:val="0"/>
                <w:smallCaps w:val="0"/>
              </w:rPr>
            </w:pPr>
            <w:r w:rsidRPr="5BC3BEE5">
              <w:rPr>
                <w:rFonts w:ascii="Corbel" w:hAnsi="Corbel"/>
                <w:b w:val="0"/>
                <w:smallCaps w:val="0"/>
              </w:rPr>
              <w:t xml:space="preserve">J. Mikułowski Pomorski </w:t>
            </w:r>
            <w:r w:rsidRPr="5BC3BEE5">
              <w:rPr>
                <w:rFonts w:ascii="Corbel" w:hAnsi="Corbel"/>
                <w:b w:val="0"/>
                <w:i/>
                <w:iCs/>
                <w:smallCaps w:val="0"/>
              </w:rPr>
              <w:t xml:space="preserve">, Komunikacja międzykulturowa. Wprowadzenie, </w:t>
            </w:r>
            <w:r w:rsidRPr="5BC3BEE5">
              <w:rPr>
                <w:rFonts w:ascii="Corbel" w:hAnsi="Corbel"/>
                <w:b w:val="0"/>
                <w:smallCaps w:val="0"/>
              </w:rPr>
              <w:t>Kraków 2003</w:t>
            </w:r>
          </w:p>
          <w:p w14:paraId="02462F4A" w14:textId="77777777" w:rsidR="00064250" w:rsidRDefault="00064250" w:rsidP="5BC3BEE5">
            <w:pPr>
              <w:pStyle w:val="Punktygwne"/>
              <w:spacing w:after="0" w:line="276" w:lineRule="auto"/>
              <w:ind w:left="-180"/>
              <w:rPr>
                <w:rFonts w:ascii="Corbel" w:hAnsi="Corbel"/>
                <w:b w:val="0"/>
                <w:smallCaps w:val="0"/>
              </w:rPr>
            </w:pPr>
            <w:r w:rsidRPr="5BC3BEE5">
              <w:rPr>
                <w:rFonts w:ascii="Corbel" w:hAnsi="Corbel"/>
                <w:b w:val="0"/>
                <w:smallCaps w:val="0"/>
              </w:rPr>
              <w:t>J. Mikułowski Pomorski Jak narody porozumiewają się ze sobą w komunikacji międzykulturowej i komunikowaniu medialnym. Nowa edycja, Kraków 2012</w:t>
            </w:r>
          </w:p>
          <w:p w14:paraId="2454B25D" w14:textId="77777777" w:rsidR="00064250" w:rsidRPr="00B941FF" w:rsidRDefault="00064250" w:rsidP="5BC3BEE5">
            <w:pPr>
              <w:pStyle w:val="Punktygwne"/>
              <w:spacing w:before="0" w:after="0" w:line="276" w:lineRule="auto"/>
              <w:ind w:left="-180"/>
              <w:rPr>
                <w:rFonts w:ascii="Corbel" w:hAnsi="Corbel"/>
                <w:b w:val="0"/>
                <w:smallCaps w:val="0"/>
                <w:color w:val="000000"/>
              </w:rPr>
            </w:pPr>
            <w:r w:rsidRPr="5BC3BEE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M. </w:t>
            </w:r>
            <w:proofErr w:type="spellStart"/>
            <w:r w:rsidRPr="5BC3BEE5">
              <w:rPr>
                <w:rFonts w:ascii="Corbel" w:hAnsi="Corbel"/>
                <w:b w:val="0"/>
                <w:smallCaps w:val="0"/>
                <w:color w:val="000000" w:themeColor="text1"/>
              </w:rPr>
              <w:t>Szopski</w:t>
            </w:r>
            <w:proofErr w:type="spellEnd"/>
            <w:r w:rsidRPr="5BC3BEE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, Komunikowanie międzykulturowe, Warszawa 2005.</w:t>
            </w:r>
          </w:p>
        </w:tc>
      </w:tr>
      <w:tr w:rsidR="00064250" w:rsidRPr="009C54AE" w14:paraId="1599EA71" w14:textId="77777777" w:rsidTr="5BC3BEE5">
        <w:trPr>
          <w:trHeight w:val="397"/>
        </w:trPr>
        <w:tc>
          <w:tcPr>
            <w:tcW w:w="9497" w:type="dxa"/>
          </w:tcPr>
          <w:p w14:paraId="1616B1D9" w14:textId="77777777" w:rsidR="00064250" w:rsidRDefault="00064250" w:rsidP="5BC3BEE5">
            <w:pPr>
              <w:pStyle w:val="Punktygwne"/>
              <w:spacing w:before="0" w:after="0"/>
              <w:ind w:left="-180"/>
              <w:rPr>
                <w:rFonts w:ascii="Corbel" w:hAnsi="Corbel"/>
                <w:bCs/>
                <w:smallCaps w:val="0"/>
              </w:rPr>
            </w:pPr>
            <w:r w:rsidRPr="5BC3BEE5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0675AA2F" w14:textId="77777777" w:rsidR="00064250" w:rsidRPr="00B941FF" w:rsidRDefault="00064250" w:rsidP="5BC3BEE5">
            <w:pPr>
              <w:pStyle w:val="Punktygwne"/>
              <w:spacing w:after="0"/>
              <w:ind w:left="-18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5BC3BEE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Richard R. </w:t>
            </w:r>
            <w:proofErr w:type="spellStart"/>
            <w:r w:rsidRPr="5BC3BEE5">
              <w:rPr>
                <w:rFonts w:ascii="Corbel" w:hAnsi="Corbel"/>
                <w:b w:val="0"/>
                <w:smallCaps w:val="0"/>
                <w:color w:val="000000" w:themeColor="text1"/>
              </w:rPr>
              <w:t>Gesteland</w:t>
            </w:r>
            <w:proofErr w:type="spellEnd"/>
            <w:r w:rsidRPr="5BC3BEE5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, Różnice kulturowe a zachowania w biznesie, </w:t>
            </w:r>
            <w:r w:rsidRPr="5BC3BEE5">
              <w:rPr>
                <w:rFonts w:ascii="Corbel" w:hAnsi="Corbel"/>
                <w:b w:val="0"/>
                <w:smallCaps w:val="0"/>
                <w:color w:val="000000" w:themeColor="text1"/>
              </w:rPr>
              <w:t>Warszawa 2000</w:t>
            </w:r>
          </w:p>
          <w:p w14:paraId="0DE4B5B7" w14:textId="77777777" w:rsidR="00064250" w:rsidRDefault="00064250" w:rsidP="5BC3BEE5">
            <w:pPr>
              <w:pStyle w:val="Punktygwne"/>
              <w:spacing w:before="0" w:after="0"/>
              <w:ind w:left="-180"/>
              <w:rPr>
                <w:rFonts w:ascii="Corbel" w:hAnsi="Corbel"/>
                <w:b w:val="0"/>
                <w:smallCaps w:val="0"/>
              </w:rPr>
            </w:pPr>
          </w:p>
          <w:p w14:paraId="66204FF1" w14:textId="10817FBB" w:rsidR="00064250" w:rsidRPr="00B941FF" w:rsidRDefault="00064250" w:rsidP="5BC3BEE5">
            <w:pPr>
              <w:pStyle w:val="Punktygwne"/>
              <w:spacing w:before="0" w:after="0"/>
              <w:ind w:left="-18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5BC3BEE5">
              <w:rPr>
                <w:rFonts w:ascii="Corbel" w:hAnsi="Corbel"/>
                <w:b w:val="0"/>
                <w:smallCaps w:val="0"/>
                <w:color w:val="000000" w:themeColor="text1"/>
              </w:rPr>
              <w:t>E.T Hall</w:t>
            </w:r>
            <w:r w:rsidRPr="5BC3BEE5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, Ukryty wymiar, przeł</w:t>
            </w:r>
            <w:r w:rsidRPr="5BC3BEE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T. </w:t>
            </w:r>
            <w:proofErr w:type="spellStart"/>
            <w:r w:rsidRPr="5BC3BEE5">
              <w:rPr>
                <w:rFonts w:ascii="Corbel" w:hAnsi="Corbel"/>
                <w:b w:val="0"/>
                <w:smallCaps w:val="0"/>
                <w:color w:val="000000" w:themeColor="text1"/>
              </w:rPr>
              <w:t>Hołówka</w:t>
            </w:r>
            <w:proofErr w:type="spellEnd"/>
            <w:r w:rsidRPr="5BC3BEE5">
              <w:rPr>
                <w:rFonts w:ascii="Corbel" w:hAnsi="Corbel"/>
                <w:b w:val="0"/>
                <w:smallCaps w:val="0"/>
                <w:color w:val="000000" w:themeColor="text1"/>
              </w:rPr>
              <w:t>, Warszawa 2005</w:t>
            </w:r>
          </w:p>
        </w:tc>
      </w:tr>
    </w:tbl>
    <w:p w14:paraId="2DBF0D7D" w14:textId="77777777" w:rsidR="00064250" w:rsidRPr="009C54AE" w:rsidRDefault="0006425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064250" w:rsidRPr="009C54AE" w:rsidRDefault="00064250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064250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78617" w14:textId="77777777" w:rsidR="00096106" w:rsidRDefault="00096106" w:rsidP="00C16ABF">
      <w:pPr>
        <w:spacing w:after="0" w:line="240" w:lineRule="auto"/>
      </w:pPr>
      <w:r>
        <w:separator/>
      </w:r>
    </w:p>
  </w:endnote>
  <w:endnote w:type="continuationSeparator" w:id="0">
    <w:p w14:paraId="064BE9DC" w14:textId="77777777" w:rsidR="00096106" w:rsidRDefault="0009610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4178D" w14:textId="77777777" w:rsidR="00096106" w:rsidRDefault="00096106" w:rsidP="00C16ABF">
      <w:pPr>
        <w:spacing w:after="0" w:line="240" w:lineRule="auto"/>
      </w:pPr>
      <w:r>
        <w:separator/>
      </w:r>
    </w:p>
  </w:footnote>
  <w:footnote w:type="continuationSeparator" w:id="0">
    <w:p w14:paraId="5C13557C" w14:textId="77777777" w:rsidR="00096106" w:rsidRDefault="00096106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064250" w:rsidRDefault="0006425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63035457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0BC8"/>
    <w:rsid w:val="00022ECE"/>
    <w:rsid w:val="000275B3"/>
    <w:rsid w:val="00042A51"/>
    <w:rsid w:val="00042D2E"/>
    <w:rsid w:val="00044C82"/>
    <w:rsid w:val="00064250"/>
    <w:rsid w:val="00070ED6"/>
    <w:rsid w:val="000719CF"/>
    <w:rsid w:val="000742DC"/>
    <w:rsid w:val="00084C12"/>
    <w:rsid w:val="0009462C"/>
    <w:rsid w:val="00094B12"/>
    <w:rsid w:val="00096106"/>
    <w:rsid w:val="00096C46"/>
    <w:rsid w:val="000A296F"/>
    <w:rsid w:val="000A2A28"/>
    <w:rsid w:val="000B192D"/>
    <w:rsid w:val="000B28EE"/>
    <w:rsid w:val="000B3E37"/>
    <w:rsid w:val="000C2D99"/>
    <w:rsid w:val="000D04B0"/>
    <w:rsid w:val="000E3602"/>
    <w:rsid w:val="000F1C57"/>
    <w:rsid w:val="000F5615"/>
    <w:rsid w:val="00124BFF"/>
    <w:rsid w:val="0012560E"/>
    <w:rsid w:val="00127108"/>
    <w:rsid w:val="00132A7F"/>
    <w:rsid w:val="00134B13"/>
    <w:rsid w:val="00146BC0"/>
    <w:rsid w:val="001523A8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7CC6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FD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49C"/>
    <w:rsid w:val="004A3EEA"/>
    <w:rsid w:val="004A4D1F"/>
    <w:rsid w:val="004A64BA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841"/>
    <w:rsid w:val="005E6E85"/>
    <w:rsid w:val="005E75AD"/>
    <w:rsid w:val="005F31D2"/>
    <w:rsid w:val="0061029B"/>
    <w:rsid w:val="00617230"/>
    <w:rsid w:val="00621CE1"/>
    <w:rsid w:val="00627FC9"/>
    <w:rsid w:val="0063683F"/>
    <w:rsid w:val="00647FA8"/>
    <w:rsid w:val="00650C5F"/>
    <w:rsid w:val="00654934"/>
    <w:rsid w:val="006620D9"/>
    <w:rsid w:val="00671958"/>
    <w:rsid w:val="00675843"/>
    <w:rsid w:val="006766EC"/>
    <w:rsid w:val="00681429"/>
    <w:rsid w:val="00696477"/>
    <w:rsid w:val="006A171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F76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231"/>
    <w:rsid w:val="008449B3"/>
    <w:rsid w:val="0085747A"/>
    <w:rsid w:val="00884922"/>
    <w:rsid w:val="00885A7F"/>
    <w:rsid w:val="00885F64"/>
    <w:rsid w:val="008917F9"/>
    <w:rsid w:val="008A45F7"/>
    <w:rsid w:val="008B54E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909"/>
    <w:rsid w:val="008F6E29"/>
    <w:rsid w:val="00916188"/>
    <w:rsid w:val="00923D7D"/>
    <w:rsid w:val="009508DF"/>
    <w:rsid w:val="00950DAC"/>
    <w:rsid w:val="00954A07"/>
    <w:rsid w:val="00970B6D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8B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5A2"/>
    <w:rsid w:val="00B06142"/>
    <w:rsid w:val="00B135B1"/>
    <w:rsid w:val="00B270A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1FF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E7145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85A"/>
    <w:rsid w:val="00DA604F"/>
    <w:rsid w:val="00DC271D"/>
    <w:rsid w:val="00DE09C0"/>
    <w:rsid w:val="00DE4A14"/>
    <w:rsid w:val="00DE77BA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442A"/>
    <w:rsid w:val="00EE2A2F"/>
    <w:rsid w:val="00EE32DE"/>
    <w:rsid w:val="00EE5457"/>
    <w:rsid w:val="00EF2175"/>
    <w:rsid w:val="00EF76FC"/>
    <w:rsid w:val="00F070AB"/>
    <w:rsid w:val="00F17567"/>
    <w:rsid w:val="00F20E9B"/>
    <w:rsid w:val="00F27A7B"/>
    <w:rsid w:val="00F526AF"/>
    <w:rsid w:val="00F617C3"/>
    <w:rsid w:val="00F7066B"/>
    <w:rsid w:val="00F83B28"/>
    <w:rsid w:val="00FA46E5"/>
    <w:rsid w:val="00FA7A5E"/>
    <w:rsid w:val="00FB7DBA"/>
    <w:rsid w:val="00FC1C25"/>
    <w:rsid w:val="00FC3F45"/>
    <w:rsid w:val="00FD503F"/>
    <w:rsid w:val="00FD7589"/>
    <w:rsid w:val="00FF016A"/>
    <w:rsid w:val="00FF1401"/>
    <w:rsid w:val="00FF5E7D"/>
    <w:rsid w:val="08CACADC"/>
    <w:rsid w:val="0B00A893"/>
    <w:rsid w:val="1041B6B9"/>
    <w:rsid w:val="12519023"/>
    <w:rsid w:val="141D7494"/>
    <w:rsid w:val="1523CF63"/>
    <w:rsid w:val="1C2087BD"/>
    <w:rsid w:val="1E3799A9"/>
    <w:rsid w:val="1F035A7A"/>
    <w:rsid w:val="202ACAC0"/>
    <w:rsid w:val="23D42E1D"/>
    <w:rsid w:val="26F2A682"/>
    <w:rsid w:val="2797DF68"/>
    <w:rsid w:val="2FB043CB"/>
    <w:rsid w:val="2FF17B5A"/>
    <w:rsid w:val="30DD50C7"/>
    <w:rsid w:val="323F5216"/>
    <w:rsid w:val="33807CD2"/>
    <w:rsid w:val="38AD4DA7"/>
    <w:rsid w:val="3CB6D605"/>
    <w:rsid w:val="3D40334C"/>
    <w:rsid w:val="461F4D21"/>
    <w:rsid w:val="46795F1F"/>
    <w:rsid w:val="49A58DC4"/>
    <w:rsid w:val="4D3028A1"/>
    <w:rsid w:val="4D4EBE2D"/>
    <w:rsid w:val="4DAD84BA"/>
    <w:rsid w:val="5316A773"/>
    <w:rsid w:val="574409FE"/>
    <w:rsid w:val="59FFC907"/>
    <w:rsid w:val="5BC3BEE5"/>
    <w:rsid w:val="5CBD1083"/>
    <w:rsid w:val="5D7A6D64"/>
    <w:rsid w:val="5EBE1F37"/>
    <w:rsid w:val="5F020D96"/>
    <w:rsid w:val="61364F2A"/>
    <w:rsid w:val="64EDB8AD"/>
    <w:rsid w:val="65D2331E"/>
    <w:rsid w:val="677B4924"/>
    <w:rsid w:val="693CA815"/>
    <w:rsid w:val="6AD74D4D"/>
    <w:rsid w:val="6B98B4FE"/>
    <w:rsid w:val="6F7799E0"/>
    <w:rsid w:val="72AF3AA2"/>
    <w:rsid w:val="72EBB50A"/>
    <w:rsid w:val="77BC4483"/>
    <w:rsid w:val="79900BF0"/>
    <w:rsid w:val="7F749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F8574C"/>
  <w15:docId w15:val="{D72E4C7D-6BC4-4BB8-AAFE-F171B8BE1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6A17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4425B1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eastAsia="Times New Roman" w:hAnsi="Tahoma"/>
      <w:sz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eastAsia="Times New Roman" w:hAnsi="Calibri"/>
      <w:sz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eastAsia="Times New Roman" w:hAnsi="Calibri"/>
      <w:sz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eastAsia="Times New Roman" w:hAnsi="Calibri"/>
      <w:sz w:val="22"/>
    </w:rPr>
  </w:style>
  <w:style w:type="character" w:styleId="Numerstrony">
    <w:name w:val="page number"/>
    <w:basedOn w:val="Domylnaczcionkaakapitu"/>
    <w:uiPriority w:val="99"/>
    <w:semiHidden/>
    <w:rsid w:val="0085747A"/>
    <w:rPr>
      <w:rFonts w:cs="Times New Roman"/>
    </w:rPr>
  </w:style>
  <w:style w:type="character" w:styleId="Hipercze">
    <w:name w:val="Hyperlink"/>
    <w:basedOn w:val="Domylnaczcionkaakapitu"/>
    <w:uiPriority w:val="99"/>
    <w:rsid w:val="00B819C8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84423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6A1716"/>
    <w:pPr>
      <w:ind w:firstLine="210"/>
    </w:pPr>
    <w:rPr>
      <w:lang w:eastAsia="en-US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4425B1"/>
    <w:rPr>
      <w:rFonts w:ascii="Calibri" w:eastAsia="Times New Roman" w:hAnsi="Calibri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25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5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2510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799</Words>
  <Characters>4794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Przemysław Maj</cp:lastModifiedBy>
  <cp:revision>8</cp:revision>
  <cp:lastPrinted>2019-02-06T12:12:00Z</cp:lastPrinted>
  <dcterms:created xsi:type="dcterms:W3CDTF">2021-12-08T14:54:00Z</dcterms:created>
  <dcterms:modified xsi:type="dcterms:W3CDTF">2025-11-15T00:26:00Z</dcterms:modified>
</cp:coreProperties>
</file>